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7E704182"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4F6BE0">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4CFC5913" w:rsidR="00705773" w:rsidRDefault="00A02841" w:rsidP="00177B2A">
      <w:pPr>
        <w:spacing w:after="0" w:line="240" w:lineRule="auto"/>
        <w:jc w:val="both"/>
        <w:rPr>
          <w:rFonts w:ascii="Times New Roman" w:hAnsi="Times New Roman" w:cs="Times New Roman"/>
          <w:sz w:val="24"/>
          <w:szCs w:val="24"/>
        </w:rPr>
      </w:pPr>
      <w:r w:rsidRPr="004115B5">
        <w:rPr>
          <w:rFonts w:ascii="Times New Roman" w:hAnsi="Times New Roman" w:cs="Times New Roman"/>
          <w:bCs/>
          <w:sz w:val="24"/>
          <w:szCs w:val="24"/>
        </w:rPr>
        <w:t>Riigimetsa Majandamise Keskus</w:t>
      </w:r>
      <w:r w:rsidRPr="004115B5">
        <w:rPr>
          <w:rFonts w:ascii="Times New Roman" w:hAnsi="Times New Roman" w:cs="Times New Roman"/>
          <w:sz w:val="24"/>
          <w:szCs w:val="24"/>
        </w:rPr>
        <w:t xml:space="preserve">, edaspidi </w:t>
      </w:r>
      <w:r w:rsidRPr="004115B5">
        <w:rPr>
          <w:rFonts w:ascii="Times New Roman" w:hAnsi="Times New Roman" w:cs="Times New Roman"/>
          <w:b/>
          <w:sz w:val="24"/>
          <w:szCs w:val="24"/>
        </w:rPr>
        <w:t xml:space="preserve">tellija, </w:t>
      </w:r>
      <w:r w:rsidRPr="004115B5">
        <w:rPr>
          <w:rFonts w:ascii="Times New Roman" w:hAnsi="Times New Roman" w:cs="Times New Roman"/>
          <w:sz w:val="24"/>
          <w:szCs w:val="24"/>
        </w:rPr>
        <w:t>keda esindab RMK juhatuse 28.01.2025 otsusega nr 1-32/15 kinnitatud RMK Metsataristu osakonna põhimääruse alusel Metsataristu osakonna juhataja Margus Reimann,</w:t>
      </w:r>
      <w:r w:rsidRPr="00FE2065">
        <w:rPr>
          <w:rFonts w:ascii="Times New Roman" w:hAnsi="Times New Roman" w:cs="Times New Roman"/>
          <w:sz w:val="24"/>
          <w:szCs w:val="24"/>
        </w:rPr>
        <w:t xml:space="preserve"> </w:t>
      </w:r>
      <w:r w:rsidR="006C7751" w:rsidRPr="00FE2065">
        <w:rPr>
          <w:rFonts w:ascii="Times New Roman" w:hAnsi="Times New Roman" w:cs="Times New Roman"/>
          <w:sz w:val="24"/>
          <w:szCs w:val="24"/>
        </w:rPr>
        <w:t>ühelt poolt,</w:t>
      </w:r>
      <w:r w:rsidR="00705773"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48072D89"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w:t>
      </w:r>
      <w:r w:rsidR="006C2249">
        <w:rPr>
          <w:rFonts w:ascii="Times New Roman" w:hAnsi="Times New Roman" w:cs="Times New Roman"/>
          <w:sz w:val="24"/>
          <w:szCs w:val="24"/>
        </w:rPr>
        <w:t>7</w:t>
      </w:r>
      <w:r w:rsidR="00631159">
        <w:rPr>
          <w:rFonts w:ascii="Times New Roman" w:hAnsi="Times New Roman" w:cs="Times New Roman"/>
          <w:sz w:val="24"/>
          <w:szCs w:val="24"/>
        </w:rPr>
        <w:t>.3383</w:t>
      </w:r>
      <w:r w:rsidR="00664BDE">
        <w:rPr>
          <w:rFonts w:ascii="Times New Roman" w:hAnsi="Times New Roman" w:cs="Times New Roman"/>
          <w:sz w:val="24"/>
          <w:szCs w:val="24"/>
        </w:rPr>
        <w:t xml:space="preserve"> </w:t>
      </w:r>
      <w:r w:rsidRPr="00CD01B9">
        <w:rPr>
          <w:rFonts w:ascii="Times New Roman" w:hAnsi="Times New Roman" w:cs="Times New Roman"/>
          <w:sz w:val="24"/>
          <w:szCs w:val="24"/>
        </w:rPr>
        <w:t>„</w:t>
      </w:r>
      <w:r w:rsidR="00F56408" w:rsidRPr="00F56408">
        <w:rPr>
          <w:rFonts w:ascii="Times New Roman" w:hAnsi="Times New Roman" w:cs="Times New Roman"/>
          <w:bCs/>
          <w:i/>
          <w:sz w:val="24"/>
          <w:szCs w:val="24"/>
        </w:rPr>
        <w:t>Pistolisoo</w:t>
      </w:r>
      <w:r w:rsidR="00DA14EE" w:rsidRPr="00DA14EE">
        <w:rPr>
          <w:rFonts w:ascii="Times New Roman" w:hAnsi="Times New Roman" w:cs="Times New Roman"/>
          <w:bCs/>
          <w:i/>
          <w:sz w:val="24"/>
          <w:szCs w:val="24"/>
        </w:rPr>
        <w:t xml:space="preserve"> maaparandussüsteemi rekonstrueerimine ning teede rekonstrueerimine ja ehitamine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631159">
        <w:rPr>
          <w:rFonts w:ascii="Times New Roman" w:hAnsi="Times New Roman" w:cs="Times New Roman"/>
          <w:sz w:val="24"/>
          <w:szCs w:val="24"/>
        </w:rPr>
        <w:t>293442</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6CC313C2" w:rsidR="00720E3E" w:rsidRPr="00281267" w:rsidRDefault="00DA14EE" w:rsidP="00281267">
      <w:pPr>
        <w:pStyle w:val="Pealkiri31"/>
        <w:tabs>
          <w:tab w:val="left" w:pos="567"/>
        </w:tabs>
        <w:spacing w:after="0" w:line="240" w:lineRule="auto"/>
        <w:ind w:left="0" w:firstLine="0"/>
        <w:jc w:val="both"/>
        <w:rPr>
          <w:rFonts w:ascii="Times New Roman" w:hAnsi="Times New Roman" w:cs="Times New Roman"/>
          <w:sz w:val="24"/>
          <w:szCs w:val="24"/>
        </w:rPr>
      </w:pPr>
      <w:bookmarkStart w:id="0" w:name="_Hlk186459132"/>
      <w:bookmarkStart w:id="1" w:name="_Hlk178859230"/>
      <w:r>
        <w:rPr>
          <w:rFonts w:ascii="Times New Roman" w:eastAsia="Times New Roman" w:hAnsi="Times New Roman" w:cs="Times New Roman"/>
          <w:sz w:val="24"/>
          <w:szCs w:val="24"/>
          <w:lang w:eastAsia="ar-SA"/>
        </w:rPr>
        <w:t>Kobras</w:t>
      </w:r>
      <w:r w:rsidR="002609C5">
        <w:rPr>
          <w:rFonts w:ascii="Times New Roman" w:eastAsia="Times New Roman" w:hAnsi="Times New Roman" w:cs="Times New Roman"/>
          <w:sz w:val="24"/>
          <w:szCs w:val="24"/>
          <w:lang w:eastAsia="ar-SA"/>
        </w:rPr>
        <w:t xml:space="preserve"> </w:t>
      </w:r>
      <w:r w:rsidR="00FE764F" w:rsidRPr="00FE764F">
        <w:rPr>
          <w:rFonts w:ascii="Times New Roman" w:eastAsia="Times New Roman" w:hAnsi="Times New Roman" w:cs="Times New Roman"/>
          <w:sz w:val="24"/>
          <w:szCs w:val="24"/>
          <w:lang w:eastAsia="ar-SA"/>
        </w:rPr>
        <w:t>OÜ</w:t>
      </w:r>
      <w:bookmarkEnd w:id="0"/>
      <w:r w:rsidR="00FE764F" w:rsidRPr="00FE764F">
        <w:rPr>
          <w:rFonts w:ascii="Times New Roman" w:eastAsia="Times New Roman" w:hAnsi="Times New Roman" w:cs="Times New Roman"/>
          <w:sz w:val="24"/>
          <w:szCs w:val="24"/>
          <w:lang w:eastAsia="ar-SA"/>
        </w:rPr>
        <w:t xml:space="preserve"> poolt koostatud </w:t>
      </w:r>
      <w:bookmarkStart w:id="2" w:name="_Hlk178858299"/>
      <w:r w:rsidR="00FE764F" w:rsidRPr="00FE764F">
        <w:rPr>
          <w:rFonts w:ascii="Times New Roman" w:eastAsia="Times New Roman" w:hAnsi="Times New Roman" w:cs="Times New Roman"/>
          <w:sz w:val="24"/>
          <w:szCs w:val="24"/>
          <w:lang w:eastAsia="ar-SA"/>
        </w:rPr>
        <w:t>„</w:t>
      </w:r>
      <w:bookmarkEnd w:id="2"/>
      <w:r w:rsidR="00F56408" w:rsidRPr="00F56408">
        <w:rPr>
          <w:rFonts w:ascii="Times New Roman" w:eastAsia="Times New Roman" w:hAnsi="Times New Roman" w:cs="Times New Roman"/>
          <w:sz w:val="24"/>
          <w:szCs w:val="24"/>
          <w:lang w:eastAsia="ar-SA"/>
        </w:rPr>
        <w:t>Pistolisoo</w:t>
      </w:r>
      <w:r w:rsidR="009A7DA0">
        <w:rPr>
          <w:rFonts w:ascii="Times New Roman" w:eastAsia="Times New Roman" w:hAnsi="Times New Roman" w:cs="Times New Roman"/>
          <w:sz w:val="24"/>
          <w:szCs w:val="24"/>
          <w:lang w:eastAsia="ar-SA"/>
        </w:rPr>
        <w:t xml:space="preserve"> (TTP-341)</w:t>
      </w:r>
      <w:r w:rsidRPr="00DA14EE">
        <w:rPr>
          <w:rFonts w:ascii="Times New Roman" w:eastAsia="Times New Roman" w:hAnsi="Times New Roman" w:cs="Times New Roman"/>
          <w:sz w:val="24"/>
          <w:szCs w:val="24"/>
          <w:lang w:eastAsia="ar-SA"/>
        </w:rPr>
        <w:t xml:space="preserve"> maaparandussüsteemi</w:t>
      </w:r>
      <w:r>
        <w:rPr>
          <w:rFonts w:ascii="Times New Roman" w:eastAsia="Times New Roman" w:hAnsi="Times New Roman" w:cs="Times New Roman"/>
          <w:sz w:val="24"/>
          <w:szCs w:val="24"/>
          <w:lang w:eastAsia="ar-SA"/>
        </w:rPr>
        <w:t xml:space="preserve"> maaparandusehitiste</w:t>
      </w:r>
      <w:r w:rsidRPr="00DA14EE">
        <w:rPr>
          <w:rFonts w:ascii="Times New Roman" w:eastAsia="Times New Roman" w:hAnsi="Times New Roman" w:cs="Times New Roman"/>
          <w:sz w:val="24"/>
          <w:szCs w:val="24"/>
          <w:lang w:eastAsia="ar-SA"/>
        </w:rPr>
        <w:t xml:space="preserve"> rekonstrueerimi</w:t>
      </w:r>
      <w:r w:rsidR="002F0613">
        <w:rPr>
          <w:rFonts w:ascii="Times New Roman" w:eastAsia="Times New Roman" w:hAnsi="Times New Roman" w:cs="Times New Roman"/>
          <w:sz w:val="24"/>
          <w:szCs w:val="24"/>
          <w:lang w:eastAsia="ar-SA"/>
        </w:rPr>
        <w:t>s</w:t>
      </w:r>
      <w:r w:rsidRPr="00DA14EE">
        <w:rPr>
          <w:rFonts w:ascii="Times New Roman" w:eastAsia="Times New Roman" w:hAnsi="Times New Roman" w:cs="Times New Roman"/>
          <w:sz w:val="24"/>
          <w:szCs w:val="24"/>
          <w:lang w:eastAsia="ar-SA"/>
        </w:rPr>
        <w:t>e ning teede rekonstrueerimi</w:t>
      </w:r>
      <w:r w:rsidR="002F0613">
        <w:rPr>
          <w:rFonts w:ascii="Times New Roman" w:eastAsia="Times New Roman" w:hAnsi="Times New Roman" w:cs="Times New Roman"/>
          <w:sz w:val="24"/>
          <w:szCs w:val="24"/>
          <w:lang w:eastAsia="ar-SA"/>
        </w:rPr>
        <w:t>s</w:t>
      </w:r>
      <w:r w:rsidRPr="00DA14EE">
        <w:rPr>
          <w:rFonts w:ascii="Times New Roman" w:eastAsia="Times New Roman" w:hAnsi="Times New Roman" w:cs="Times New Roman"/>
          <w:sz w:val="24"/>
          <w:szCs w:val="24"/>
          <w:lang w:eastAsia="ar-SA"/>
        </w:rPr>
        <w:t>e ja ehitami</w:t>
      </w:r>
      <w:r w:rsidR="002F0613">
        <w:rPr>
          <w:rFonts w:ascii="Times New Roman" w:eastAsia="Times New Roman" w:hAnsi="Times New Roman" w:cs="Times New Roman"/>
          <w:sz w:val="24"/>
          <w:szCs w:val="24"/>
          <w:lang w:eastAsia="ar-SA"/>
        </w:rPr>
        <w:t>s</w:t>
      </w:r>
      <w:r w:rsidRPr="00DA14EE">
        <w:rPr>
          <w:rFonts w:ascii="Times New Roman" w:eastAsia="Times New Roman" w:hAnsi="Times New Roman" w:cs="Times New Roman"/>
          <w:sz w:val="24"/>
          <w:szCs w:val="24"/>
          <w:lang w:eastAsia="ar-SA"/>
        </w:rPr>
        <w:t>e</w:t>
      </w:r>
      <w:r w:rsidR="002F0613">
        <w:rPr>
          <w:rFonts w:ascii="Times New Roman" w:eastAsia="Times New Roman" w:hAnsi="Times New Roman" w:cs="Times New Roman"/>
          <w:sz w:val="24"/>
          <w:szCs w:val="24"/>
          <w:lang w:eastAsia="ar-SA"/>
        </w:rPr>
        <w:t xml:space="preserve"> ehitusprojekt V0</w:t>
      </w:r>
      <w:r w:rsidR="009A7DA0">
        <w:rPr>
          <w:rFonts w:ascii="Times New Roman" w:eastAsia="Times New Roman" w:hAnsi="Times New Roman" w:cs="Times New Roman"/>
          <w:sz w:val="24"/>
          <w:szCs w:val="24"/>
          <w:lang w:eastAsia="ar-SA"/>
        </w:rPr>
        <w:t>3</w:t>
      </w:r>
      <w:r w:rsidR="00C751C3" w:rsidRPr="00FE764F">
        <w:rPr>
          <w:rFonts w:ascii="Times New Roman" w:eastAsia="Times New Roman" w:hAnsi="Times New Roman" w:cs="Times New Roman"/>
          <w:sz w:val="24"/>
          <w:szCs w:val="24"/>
          <w:lang w:eastAsia="ar-SA"/>
        </w:rPr>
        <w:t>“</w:t>
      </w:r>
      <w:bookmarkEnd w:id="1"/>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748F31E9"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2F0613">
        <w:rPr>
          <w:rFonts w:ascii="Times New Roman" w:hAnsi="Times New Roman" w:cs="Times New Roman"/>
          <w:sz w:val="24"/>
          <w:szCs w:val="24"/>
        </w:rPr>
        <w:t>Tartu</w:t>
      </w:r>
      <w:r w:rsidR="0028542A">
        <w:rPr>
          <w:rFonts w:ascii="Times New Roman" w:hAnsi="Times New Roman" w:cs="Times New Roman"/>
          <w:sz w:val="24"/>
          <w:szCs w:val="24"/>
        </w:rPr>
        <w:t xml:space="preserve"> </w:t>
      </w:r>
      <w:r w:rsidR="00240C3D" w:rsidRPr="002B15FF">
        <w:rPr>
          <w:rFonts w:ascii="Times New Roman" w:hAnsi="Times New Roman" w:cs="Times New Roman"/>
          <w:sz w:val="24"/>
          <w:szCs w:val="24"/>
        </w:rPr>
        <w:t xml:space="preserve">maakonna </w:t>
      </w:r>
      <w:r w:rsidR="00BE61F8" w:rsidRPr="00BE61F8">
        <w:rPr>
          <w:rFonts w:ascii="Times New Roman" w:eastAsia="Times New Roman" w:hAnsi="Times New Roman" w:cs="Times New Roman"/>
          <w:bCs/>
          <w:sz w:val="24"/>
          <w:szCs w:val="24"/>
          <w:lang w:eastAsia="ar-SA"/>
        </w:rPr>
        <w:t>Pistolisoo</w:t>
      </w:r>
      <w:r w:rsidR="008C6B01" w:rsidRPr="008C6B01">
        <w:rPr>
          <w:rFonts w:ascii="Times New Roman" w:eastAsia="Times New Roman" w:hAnsi="Times New Roman" w:cs="Times New Roman"/>
          <w:bCs/>
          <w:sz w:val="24"/>
          <w:szCs w:val="24"/>
          <w:lang w:eastAsia="ar-SA"/>
        </w:rPr>
        <w:t xml:space="preserve"> </w:t>
      </w:r>
      <w:r w:rsidR="001654D2" w:rsidRPr="001654D2">
        <w:rPr>
          <w:rFonts w:ascii="Times New Roman" w:eastAsia="Times New Roman" w:hAnsi="Times New Roman" w:cs="Times New Roman"/>
          <w:bCs/>
          <w:sz w:val="24"/>
          <w:szCs w:val="24"/>
          <w:lang w:eastAsia="ar-SA"/>
        </w:rPr>
        <w:t xml:space="preserve">maaparandussüsteemi </w:t>
      </w:r>
      <w:r w:rsidR="00312364">
        <w:rPr>
          <w:rFonts w:ascii="Times New Roman" w:eastAsia="Times New Roman" w:hAnsi="Times New Roman" w:cs="Times New Roman"/>
          <w:bCs/>
          <w:sz w:val="24"/>
          <w:szCs w:val="24"/>
          <w:lang w:eastAsia="ar-SA"/>
        </w:rPr>
        <w:t>rekonstrueerimi</w:t>
      </w:r>
      <w:r w:rsidR="003323A4">
        <w:rPr>
          <w:rFonts w:ascii="Times New Roman" w:eastAsia="Times New Roman" w:hAnsi="Times New Roman" w:cs="Times New Roman"/>
          <w:bCs/>
          <w:sz w:val="24"/>
          <w:szCs w:val="24"/>
          <w:lang w:eastAsia="ar-SA"/>
        </w:rPr>
        <w:t>n</w:t>
      </w:r>
      <w:r w:rsidR="00312364">
        <w:rPr>
          <w:rFonts w:ascii="Times New Roman" w:eastAsia="Times New Roman" w:hAnsi="Times New Roman" w:cs="Times New Roman"/>
          <w:bCs/>
          <w:sz w:val="24"/>
          <w:szCs w:val="24"/>
          <w:lang w:eastAsia="ar-SA"/>
        </w:rPr>
        <w:t>e</w:t>
      </w:r>
      <w:r w:rsidR="00424102">
        <w:rPr>
          <w:rFonts w:ascii="Times New Roman" w:eastAsia="Times New Roman" w:hAnsi="Times New Roman" w:cs="Times New Roman"/>
          <w:bCs/>
          <w:sz w:val="24"/>
          <w:szCs w:val="24"/>
          <w:lang w:eastAsia="ar-SA"/>
        </w:rPr>
        <w:t xml:space="preserve"> ning </w:t>
      </w:r>
      <w:proofErr w:type="spellStart"/>
      <w:r w:rsidR="00BE61F8">
        <w:rPr>
          <w:rFonts w:ascii="Times New Roman" w:eastAsia="Times New Roman" w:hAnsi="Times New Roman" w:cs="Times New Roman"/>
          <w:bCs/>
          <w:sz w:val="24"/>
          <w:szCs w:val="24"/>
          <w:lang w:eastAsia="ar-SA"/>
        </w:rPr>
        <w:t>Rõikoja</w:t>
      </w:r>
      <w:proofErr w:type="spellEnd"/>
      <w:r w:rsidR="00E21099" w:rsidRPr="00E21099">
        <w:rPr>
          <w:rFonts w:ascii="Times New Roman" w:eastAsia="Times New Roman" w:hAnsi="Times New Roman" w:cs="Times New Roman"/>
          <w:bCs/>
          <w:sz w:val="24"/>
          <w:szCs w:val="24"/>
          <w:lang w:eastAsia="ar-SA"/>
        </w:rPr>
        <w:t xml:space="preserve"> tee, </w:t>
      </w:r>
      <w:r w:rsidR="00BE61F8">
        <w:rPr>
          <w:rFonts w:ascii="Times New Roman" w:eastAsia="Times New Roman" w:hAnsi="Times New Roman" w:cs="Times New Roman"/>
          <w:bCs/>
          <w:sz w:val="24"/>
          <w:szCs w:val="24"/>
          <w:lang w:eastAsia="ar-SA"/>
        </w:rPr>
        <w:t>Tuule</w:t>
      </w:r>
      <w:r w:rsidR="00E21099" w:rsidRPr="00E21099">
        <w:rPr>
          <w:rFonts w:ascii="Times New Roman" w:eastAsia="Times New Roman" w:hAnsi="Times New Roman" w:cs="Times New Roman"/>
          <w:bCs/>
          <w:sz w:val="24"/>
          <w:szCs w:val="24"/>
          <w:lang w:eastAsia="ar-SA"/>
        </w:rPr>
        <w:t xml:space="preserve"> tee, </w:t>
      </w:r>
      <w:r w:rsidR="006258DA">
        <w:rPr>
          <w:rFonts w:ascii="Times New Roman" w:eastAsia="Times New Roman" w:hAnsi="Times New Roman" w:cs="Times New Roman"/>
          <w:bCs/>
          <w:sz w:val="24"/>
          <w:szCs w:val="24"/>
          <w:lang w:eastAsia="ar-SA"/>
        </w:rPr>
        <w:t>Kotka-Tondilossi-</w:t>
      </w:r>
      <w:r w:rsidR="006258DA" w:rsidRPr="006258DA">
        <w:rPr>
          <w:rFonts w:ascii="Times New Roman" w:eastAsia="Times New Roman" w:hAnsi="Times New Roman" w:cs="Times New Roman"/>
          <w:bCs/>
          <w:sz w:val="24"/>
          <w:szCs w:val="24"/>
          <w:lang w:eastAsia="ar-SA"/>
        </w:rPr>
        <w:t>Pistolisoo</w:t>
      </w:r>
      <w:r w:rsidR="00E21099" w:rsidRPr="00E21099">
        <w:rPr>
          <w:rFonts w:ascii="Times New Roman" w:eastAsia="Times New Roman" w:hAnsi="Times New Roman" w:cs="Times New Roman"/>
          <w:bCs/>
          <w:sz w:val="24"/>
          <w:szCs w:val="24"/>
          <w:lang w:eastAsia="ar-SA"/>
        </w:rPr>
        <w:t xml:space="preserve"> tee ja </w:t>
      </w:r>
      <w:r w:rsidR="006258DA">
        <w:rPr>
          <w:rFonts w:ascii="Times New Roman" w:eastAsia="Times New Roman" w:hAnsi="Times New Roman" w:cs="Times New Roman"/>
          <w:bCs/>
          <w:sz w:val="24"/>
          <w:szCs w:val="24"/>
          <w:lang w:eastAsia="ar-SA"/>
        </w:rPr>
        <w:t>Lillesaare</w:t>
      </w:r>
      <w:r w:rsidR="00E21099" w:rsidRPr="00E21099">
        <w:rPr>
          <w:rFonts w:ascii="Times New Roman" w:eastAsia="Times New Roman" w:hAnsi="Times New Roman" w:cs="Times New Roman"/>
          <w:bCs/>
          <w:sz w:val="24"/>
          <w:szCs w:val="24"/>
          <w:lang w:eastAsia="ar-SA"/>
        </w:rPr>
        <w:t xml:space="preserve"> tee</w:t>
      </w:r>
      <w:r w:rsidR="00E21099">
        <w:rPr>
          <w:rFonts w:ascii="Times New Roman" w:eastAsia="Times New Roman" w:hAnsi="Times New Roman" w:cs="Times New Roman"/>
          <w:bCs/>
          <w:sz w:val="24"/>
          <w:szCs w:val="24"/>
          <w:lang w:eastAsia="ar-SA"/>
        </w:rPr>
        <w:t xml:space="preserve"> </w:t>
      </w:r>
      <w:r w:rsidR="00E21099" w:rsidRPr="00E21099">
        <w:rPr>
          <w:rFonts w:ascii="Times New Roman" w:eastAsia="Times New Roman" w:hAnsi="Times New Roman" w:cs="Times New Roman"/>
          <w:bCs/>
          <w:sz w:val="24"/>
          <w:szCs w:val="24"/>
          <w:lang w:eastAsia="ar-SA"/>
        </w:rPr>
        <w:t>rekonstrueerimi</w:t>
      </w:r>
      <w:r w:rsidR="00E21099">
        <w:rPr>
          <w:rFonts w:ascii="Times New Roman" w:eastAsia="Times New Roman" w:hAnsi="Times New Roman" w:cs="Times New Roman"/>
          <w:bCs/>
          <w:sz w:val="24"/>
          <w:szCs w:val="24"/>
          <w:lang w:eastAsia="ar-SA"/>
        </w:rPr>
        <w:t>n</w:t>
      </w:r>
      <w:r w:rsidR="00E21099" w:rsidRPr="00E21099">
        <w:rPr>
          <w:rFonts w:ascii="Times New Roman" w:eastAsia="Times New Roman" w:hAnsi="Times New Roman" w:cs="Times New Roman"/>
          <w:bCs/>
          <w:sz w:val="24"/>
          <w:szCs w:val="24"/>
          <w:lang w:eastAsia="ar-SA"/>
        </w:rPr>
        <w:t>e ja ehitami</w:t>
      </w:r>
      <w:r w:rsidR="00E21099">
        <w:rPr>
          <w:rFonts w:ascii="Times New Roman" w:eastAsia="Times New Roman" w:hAnsi="Times New Roman" w:cs="Times New Roman"/>
          <w:bCs/>
          <w:sz w:val="24"/>
          <w:szCs w:val="24"/>
          <w:lang w:eastAsia="ar-SA"/>
        </w:rPr>
        <w:t>n</w:t>
      </w:r>
      <w:r w:rsidR="00E21099" w:rsidRPr="00E21099">
        <w:rPr>
          <w:rFonts w:ascii="Times New Roman" w:eastAsia="Times New Roman" w:hAnsi="Times New Roman" w:cs="Times New Roman"/>
          <w:bCs/>
          <w:sz w:val="24"/>
          <w:szCs w:val="24"/>
          <w:lang w:eastAsia="ar-SA"/>
        </w:rPr>
        <w:t>e</w:t>
      </w:r>
      <w:r w:rsidR="00312364">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68A8A2D3"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04347C" w:rsidRPr="0004347C">
        <w:rPr>
          <w:rFonts w:ascii="Times New Roman" w:hAnsi="Times New Roman" w:cs="Times New Roman"/>
          <w:sz w:val="24"/>
          <w:szCs w:val="24"/>
        </w:rPr>
        <w:t xml:space="preserve">Kobras OÜ poolt koostatud </w:t>
      </w:r>
      <w:proofErr w:type="spellStart"/>
      <w:r w:rsidR="0004347C" w:rsidRPr="0004347C">
        <w:rPr>
          <w:rFonts w:ascii="Times New Roman" w:hAnsi="Times New Roman" w:cs="Times New Roman"/>
          <w:sz w:val="24"/>
          <w:szCs w:val="24"/>
        </w:rPr>
        <w:t>Teilma</w:t>
      </w:r>
      <w:proofErr w:type="spellEnd"/>
      <w:r w:rsidR="0004347C" w:rsidRPr="0004347C">
        <w:rPr>
          <w:rFonts w:ascii="Times New Roman" w:hAnsi="Times New Roman" w:cs="Times New Roman"/>
          <w:sz w:val="24"/>
          <w:szCs w:val="24"/>
        </w:rPr>
        <w:t xml:space="preserve"> maaparandussüsteemide maaparandusehitiste rekonstrueerimise ning teede rekonstrueerimise ja ehitamise ehitusprojekt</w:t>
      </w:r>
      <w:r w:rsidR="0004347C">
        <w:rPr>
          <w:rFonts w:ascii="Times New Roman" w:hAnsi="Times New Roman" w:cs="Times New Roman"/>
          <w:sz w:val="24"/>
          <w:szCs w:val="24"/>
        </w:rPr>
        <w: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lastRenderedPageBreak/>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4D2AFE"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w:t>
      </w:r>
      <w:r w:rsidRPr="00E21099">
        <w:rPr>
          <w:rFonts w:ascii="Times New Roman" w:hAnsi="Times New Roman" w:cs="Times New Roman"/>
          <w:sz w:val="24"/>
          <w:szCs w:val="24"/>
        </w:rPr>
        <w:t>sõlmida alltöövõtu</w:t>
      </w:r>
      <w:r w:rsidR="00003744" w:rsidRPr="00E21099">
        <w:rPr>
          <w:rFonts w:ascii="Times New Roman" w:hAnsi="Times New Roman" w:cs="Times New Roman"/>
          <w:sz w:val="24"/>
          <w:szCs w:val="24"/>
        </w:rPr>
        <w:t xml:space="preserve">lepinguid koos kavandatavate alltöövõtjate nimede, kontaktandmed ja teabega nende </w:t>
      </w:r>
      <w:r w:rsidR="00003744" w:rsidRPr="004D2AFE">
        <w:rPr>
          <w:rFonts w:ascii="Times New Roman" w:hAnsi="Times New Roman" w:cs="Times New Roman"/>
          <w:sz w:val="24"/>
          <w:szCs w:val="24"/>
        </w:rPr>
        <w:t>seaduslike esindajate kohta;</w:t>
      </w:r>
    </w:p>
    <w:p w14:paraId="2E1E7E3C" w14:textId="63FFC18A" w:rsidR="00AF53F3" w:rsidRPr="00E36BC7" w:rsidRDefault="008A2313" w:rsidP="00201CC4">
      <w:pPr>
        <w:pStyle w:val="Pealkiri31"/>
        <w:tabs>
          <w:tab w:val="left" w:pos="709"/>
        </w:tabs>
        <w:spacing w:after="0" w:line="240" w:lineRule="auto"/>
        <w:ind w:left="0" w:firstLine="0"/>
        <w:jc w:val="both"/>
        <w:rPr>
          <w:rStyle w:val="normal1"/>
          <w:rFonts w:cs="Times New Roman"/>
          <w:strike/>
          <w:color w:val="FF0000"/>
          <w:szCs w:val="24"/>
        </w:rPr>
      </w:pPr>
      <w:r w:rsidRPr="004D2AFE">
        <w:rPr>
          <w:rFonts w:ascii="Times New Roman" w:hAnsi="Times New Roman" w:cs="Times New Roman"/>
          <w:sz w:val="24"/>
          <w:szCs w:val="24"/>
        </w:rPr>
        <w:t xml:space="preserve">kinni </w:t>
      </w:r>
      <w:r w:rsidRPr="00E036F5">
        <w:rPr>
          <w:rFonts w:ascii="Times New Roman" w:hAnsi="Times New Roman" w:cs="Times New Roman"/>
          <w:sz w:val="24"/>
          <w:szCs w:val="24"/>
        </w:rPr>
        <w:t>pidama tööde teostamisel t</w:t>
      </w:r>
      <w:r w:rsidR="00705773" w:rsidRPr="00E036F5">
        <w:rPr>
          <w:rFonts w:ascii="Times New Roman" w:hAnsi="Times New Roman" w:cs="Times New Roman"/>
          <w:sz w:val="24"/>
          <w:szCs w:val="24"/>
        </w:rPr>
        <w:t>ellija poolt ke</w:t>
      </w:r>
      <w:r w:rsidR="00845209" w:rsidRPr="00E036F5">
        <w:rPr>
          <w:rFonts w:ascii="Times New Roman" w:hAnsi="Times New Roman" w:cs="Times New Roman"/>
          <w:sz w:val="24"/>
          <w:szCs w:val="24"/>
        </w:rPr>
        <w:t>htestatud keskkonnaalastest käitumisju</w:t>
      </w:r>
      <w:r w:rsidR="00705773" w:rsidRPr="00E036F5">
        <w:rPr>
          <w:rFonts w:ascii="Times New Roman" w:hAnsi="Times New Roman" w:cs="Times New Roman"/>
          <w:sz w:val="24"/>
          <w:szCs w:val="24"/>
        </w:rPr>
        <w:t xml:space="preserve">histest ja projektis esitatud </w:t>
      </w:r>
      <w:r w:rsidR="002747CE" w:rsidRPr="00E036F5">
        <w:rPr>
          <w:rFonts w:ascii="Times New Roman" w:hAnsi="Times New Roman" w:cs="Times New Roman"/>
          <w:sz w:val="24"/>
          <w:szCs w:val="24"/>
        </w:rPr>
        <w:t>ehitus</w:t>
      </w:r>
      <w:r w:rsidR="00705773" w:rsidRPr="00E036F5">
        <w:rPr>
          <w:rFonts w:ascii="Times New Roman" w:hAnsi="Times New Roman" w:cs="Times New Roman"/>
          <w:sz w:val="24"/>
          <w:szCs w:val="24"/>
        </w:rPr>
        <w:t>objekti omapära arvestavaid nõudeid</w:t>
      </w:r>
      <w:r w:rsidR="00003744" w:rsidRPr="00E036F5">
        <w:rPr>
          <w:rStyle w:val="normal1"/>
          <w:rFonts w:cs="Times New Roman"/>
          <w:szCs w:val="24"/>
        </w:rPr>
        <w:t xml:space="preserve">. </w:t>
      </w:r>
      <w:r w:rsidR="002551B0" w:rsidRPr="00E036F5">
        <w:rPr>
          <w:rStyle w:val="normal1"/>
          <w:rFonts w:cs="Times New Roman"/>
          <w:szCs w:val="24"/>
        </w:rPr>
        <w:t xml:space="preserve">Jälgima </w:t>
      </w:r>
      <w:r w:rsidR="002551B0" w:rsidRPr="00E036F5">
        <w:rPr>
          <w:rFonts w:ascii="Times New Roman" w:eastAsia="Times New Roman" w:hAnsi="Times New Roman" w:cs="Times New Roman"/>
          <w:sz w:val="24"/>
          <w:szCs w:val="24"/>
        </w:rPr>
        <w:t xml:space="preserve">ehitusprojektis </w:t>
      </w:r>
      <w:r w:rsidR="00F60609" w:rsidRPr="00E036F5">
        <w:rPr>
          <w:rFonts w:ascii="Times New Roman" w:eastAsia="Times New Roman" w:hAnsi="Times New Roman" w:cs="Times New Roman"/>
          <w:sz w:val="24"/>
          <w:szCs w:val="24"/>
        </w:rPr>
        <w:t>peatükk</w:t>
      </w:r>
      <w:r w:rsidR="00A2018D" w:rsidRPr="00E036F5">
        <w:rPr>
          <w:rFonts w:ascii="Times New Roman" w:eastAsia="Times New Roman" w:hAnsi="Times New Roman" w:cs="Times New Roman"/>
          <w:sz w:val="24"/>
          <w:szCs w:val="24"/>
        </w:rPr>
        <w:t>is</w:t>
      </w:r>
      <w:r w:rsidR="00F60609" w:rsidRPr="00E036F5">
        <w:rPr>
          <w:rFonts w:ascii="Times New Roman" w:eastAsia="Times New Roman" w:hAnsi="Times New Roman" w:cs="Times New Roman"/>
          <w:sz w:val="24"/>
          <w:szCs w:val="24"/>
        </w:rPr>
        <w:t xml:space="preserve"> </w:t>
      </w:r>
      <w:r w:rsidR="00E036F5">
        <w:rPr>
          <w:rFonts w:ascii="Times New Roman" w:eastAsia="Times New Roman" w:hAnsi="Times New Roman" w:cs="Times New Roman"/>
          <w:sz w:val="24"/>
          <w:szCs w:val="24"/>
        </w:rPr>
        <w:t>8</w:t>
      </w:r>
      <w:r w:rsidR="00A21251" w:rsidRPr="00E036F5">
        <w:rPr>
          <w:rFonts w:ascii="Times New Roman" w:eastAsia="Times New Roman" w:hAnsi="Times New Roman" w:cs="Times New Roman"/>
          <w:sz w:val="24"/>
          <w:szCs w:val="24"/>
        </w:rPr>
        <w:t xml:space="preserve">. Keskkonnakaitse </w:t>
      </w:r>
      <w:r w:rsidR="0007258A" w:rsidRPr="00E036F5">
        <w:rPr>
          <w:rFonts w:ascii="Times New Roman" w:eastAsia="Times New Roman" w:hAnsi="Times New Roman" w:cs="Times New Roman"/>
          <w:sz w:val="24"/>
          <w:szCs w:val="24"/>
        </w:rPr>
        <w:t>(</w:t>
      </w:r>
      <w:r w:rsidR="00CD11B4" w:rsidRPr="00E036F5">
        <w:rPr>
          <w:rFonts w:ascii="Times New Roman" w:eastAsia="Times New Roman" w:hAnsi="Times New Roman" w:cs="Times New Roman"/>
          <w:sz w:val="24"/>
          <w:szCs w:val="24"/>
        </w:rPr>
        <w:t xml:space="preserve">lk </w:t>
      </w:r>
      <w:r w:rsidR="00016E9C">
        <w:rPr>
          <w:rFonts w:ascii="Times New Roman" w:eastAsia="Times New Roman" w:hAnsi="Times New Roman" w:cs="Times New Roman"/>
          <w:sz w:val="24"/>
          <w:szCs w:val="24"/>
        </w:rPr>
        <w:t>72-77</w:t>
      </w:r>
      <w:r w:rsidR="00254AAD" w:rsidRPr="00E036F5">
        <w:rPr>
          <w:rFonts w:ascii="Times New Roman" w:eastAsia="Times New Roman" w:hAnsi="Times New Roman" w:cs="Times New Roman"/>
          <w:sz w:val="24"/>
          <w:szCs w:val="24"/>
        </w:rPr>
        <w:t>)</w:t>
      </w:r>
      <w:r w:rsidR="00FB32B8" w:rsidRPr="00E036F5">
        <w:rPr>
          <w:rFonts w:ascii="Times New Roman" w:eastAsia="Times New Roman" w:hAnsi="Times New Roman" w:cs="Times New Roman"/>
          <w:sz w:val="24"/>
          <w:szCs w:val="24"/>
        </w:rPr>
        <w:t xml:space="preserve"> </w:t>
      </w:r>
      <w:r w:rsidR="002551B0" w:rsidRPr="00E036F5">
        <w:rPr>
          <w:rFonts w:ascii="Times New Roman" w:eastAsia="Times New Roman" w:hAnsi="Times New Roman" w:cs="Times New Roman"/>
          <w:sz w:val="24"/>
          <w:szCs w:val="24"/>
        </w:rPr>
        <w:t>ning</w:t>
      </w:r>
      <w:r w:rsidR="002551B0" w:rsidRPr="00E036F5">
        <w:rPr>
          <w:rStyle w:val="normal1"/>
          <w:rFonts w:cs="Times New Roman"/>
          <w:szCs w:val="24"/>
        </w:rPr>
        <w:t xml:space="preserve"> tellija poolt koostatud keskkonnaanalüüsis toodu</w:t>
      </w:r>
      <w:r w:rsidR="002551B0" w:rsidRPr="00126259">
        <w:rPr>
          <w:rStyle w:val="normal1"/>
          <w:rFonts w:cs="Times New Roman"/>
          <w:szCs w:val="24"/>
        </w:rPr>
        <w:t>t</w:t>
      </w:r>
      <w:r w:rsidR="00E36BC7" w:rsidRPr="00126259">
        <w:rPr>
          <w:rStyle w:val="normal1"/>
          <w:rFonts w:cs="Times New Roman"/>
          <w:szCs w:val="24"/>
        </w:rPr>
        <w:t>.</w:t>
      </w:r>
      <w:r w:rsidR="00452341" w:rsidRPr="00126259">
        <w:rPr>
          <w:rStyle w:val="normal1"/>
          <w:rFonts w:cs="Times New Roman"/>
          <w:szCs w:val="24"/>
        </w:rPr>
        <w:t xml:space="preserve"> </w:t>
      </w:r>
    </w:p>
    <w:p w14:paraId="0AB944E2" w14:textId="6BCF3F11" w:rsidR="00315EFB" w:rsidRPr="00126259" w:rsidRDefault="00EA4FCB" w:rsidP="00CD0873">
      <w:pPr>
        <w:pStyle w:val="Pealkiri31"/>
        <w:numPr>
          <w:ilvl w:val="0"/>
          <w:numId w:val="18"/>
        </w:numPr>
        <w:tabs>
          <w:tab w:val="left" w:pos="284"/>
        </w:tabs>
        <w:spacing w:after="0" w:line="240" w:lineRule="auto"/>
        <w:jc w:val="both"/>
        <w:rPr>
          <w:rStyle w:val="normal1"/>
          <w:rFonts w:cs="Times New Roman"/>
          <w:i/>
          <w:iCs/>
          <w:szCs w:val="24"/>
        </w:rPr>
      </w:pPr>
      <w:r w:rsidRPr="00126259">
        <w:rPr>
          <w:rStyle w:val="normal1"/>
          <w:rFonts w:cs="Times New Roman"/>
          <w:i/>
          <w:iCs/>
          <w:szCs w:val="24"/>
        </w:rPr>
        <w:t>Väike-konnakotka e</w:t>
      </w:r>
      <w:r w:rsidR="00CE6898" w:rsidRPr="00126259">
        <w:rPr>
          <w:rStyle w:val="normal1"/>
          <w:rFonts w:cs="Times New Roman"/>
          <w:i/>
          <w:iCs/>
          <w:szCs w:val="24"/>
        </w:rPr>
        <w:t xml:space="preserve">lupaigaga piirneval Kotka-Tondilossi-Pistolisoo teel, teekraavidel nr 1206, 1207 ja 1208 ning truupidel on ehitustööd keelatud perioodil </w:t>
      </w:r>
      <w:r w:rsidR="00CE6898" w:rsidRPr="00126259">
        <w:rPr>
          <w:rStyle w:val="normal1"/>
          <w:rFonts w:cs="Times New Roman"/>
          <w:b/>
          <w:bCs/>
          <w:i/>
          <w:iCs/>
          <w:szCs w:val="24"/>
        </w:rPr>
        <w:t>15.03-31.08</w:t>
      </w:r>
      <w:r w:rsidR="00104954" w:rsidRPr="00126259">
        <w:rPr>
          <w:rStyle w:val="normal1"/>
          <w:rFonts w:cs="Times New Roman"/>
          <w:i/>
          <w:iCs/>
          <w:szCs w:val="24"/>
        </w:rPr>
        <w:t>.</w:t>
      </w:r>
    </w:p>
    <w:p w14:paraId="33CA6C69" w14:textId="766DE28F" w:rsidR="00356E5C" w:rsidRPr="00126259" w:rsidRDefault="00363A64" w:rsidP="00F644E6">
      <w:pPr>
        <w:pStyle w:val="Pealkiri31"/>
        <w:numPr>
          <w:ilvl w:val="0"/>
          <w:numId w:val="18"/>
        </w:numPr>
        <w:tabs>
          <w:tab w:val="left" w:pos="284"/>
        </w:tabs>
        <w:spacing w:after="0" w:line="240" w:lineRule="auto"/>
        <w:jc w:val="both"/>
        <w:rPr>
          <w:rStyle w:val="normal1"/>
          <w:rFonts w:cs="Times New Roman"/>
          <w:i/>
          <w:iCs/>
          <w:szCs w:val="24"/>
        </w:rPr>
      </w:pPr>
      <w:r w:rsidRPr="00126259">
        <w:rPr>
          <w:rStyle w:val="normal1"/>
          <w:rFonts w:cs="Times New Roman"/>
          <w:i/>
          <w:iCs/>
          <w:szCs w:val="24"/>
        </w:rPr>
        <w:t xml:space="preserve">Kanakulli </w:t>
      </w:r>
      <w:r w:rsidR="00D11803" w:rsidRPr="00126259">
        <w:rPr>
          <w:rStyle w:val="normal1"/>
          <w:rFonts w:cs="Times New Roman"/>
          <w:i/>
          <w:iCs/>
          <w:szCs w:val="24"/>
        </w:rPr>
        <w:t xml:space="preserve">elupaigaga piirneval Kotka-Tondilossi-Pistolisoo teel, teekraavidel nr 1206, 1207 ja 1208  ja truupidel ning kuivenduskraavil nr 703 on ehitustööd keelatud perioodil </w:t>
      </w:r>
      <w:r w:rsidR="00D11803" w:rsidRPr="00126259">
        <w:rPr>
          <w:rStyle w:val="normal1"/>
          <w:rFonts w:cs="Times New Roman"/>
          <w:b/>
          <w:bCs/>
          <w:i/>
          <w:iCs/>
          <w:szCs w:val="24"/>
        </w:rPr>
        <w:t>1.03-31.08</w:t>
      </w:r>
      <w:r w:rsidR="00D11803" w:rsidRPr="00126259">
        <w:rPr>
          <w:rStyle w:val="normal1"/>
          <w:rFonts w:cs="Times New Roman"/>
          <w:i/>
          <w:iCs/>
          <w:szCs w:val="24"/>
        </w:rPr>
        <w:t>.</w:t>
      </w:r>
    </w:p>
    <w:p w14:paraId="77AAC424" w14:textId="77777777" w:rsidR="00705773" w:rsidRPr="00E21099"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E036F5">
        <w:rPr>
          <w:rFonts w:ascii="Times New Roman" w:hAnsi="Times New Roman" w:cs="Times New Roman"/>
          <w:sz w:val="24"/>
          <w:szCs w:val="24"/>
        </w:rPr>
        <w:t>teostama t</w:t>
      </w:r>
      <w:r w:rsidR="00705773" w:rsidRPr="00E036F5">
        <w:rPr>
          <w:rFonts w:ascii="Times New Roman" w:hAnsi="Times New Roman" w:cs="Times New Roman"/>
          <w:sz w:val="24"/>
          <w:szCs w:val="24"/>
        </w:rPr>
        <w:t xml:space="preserve">ööd, s.h projekti muutmisest </w:t>
      </w:r>
      <w:r w:rsidRPr="00E036F5">
        <w:rPr>
          <w:rFonts w:ascii="Times New Roman" w:hAnsi="Times New Roman" w:cs="Times New Roman"/>
          <w:sz w:val="24"/>
          <w:szCs w:val="24"/>
        </w:rPr>
        <w:t>tulenevad lisatööd, p</w:t>
      </w:r>
      <w:r w:rsidR="00705773" w:rsidRPr="00E036F5">
        <w:rPr>
          <w:rFonts w:ascii="Times New Roman" w:hAnsi="Times New Roman" w:cs="Times New Roman"/>
          <w:sz w:val="24"/>
          <w:szCs w:val="24"/>
        </w:rPr>
        <w:t>akkumises toodud hindadega, tähtaegselt ja k</w:t>
      </w:r>
      <w:r w:rsidRPr="00E036F5">
        <w:rPr>
          <w:rFonts w:ascii="Times New Roman" w:hAnsi="Times New Roman" w:cs="Times New Roman"/>
          <w:sz w:val="24"/>
          <w:szCs w:val="24"/>
        </w:rPr>
        <w:t>valiteetselt ning informeerima t</w:t>
      </w:r>
      <w:r w:rsidR="00705773" w:rsidRPr="00E036F5">
        <w:rPr>
          <w:rFonts w:ascii="Times New Roman" w:hAnsi="Times New Roman" w:cs="Times New Roman"/>
          <w:sz w:val="24"/>
          <w:szCs w:val="24"/>
        </w:rPr>
        <w:t>ellijat tööde või</w:t>
      </w:r>
      <w:r w:rsidR="00705773" w:rsidRPr="00E21099">
        <w:rPr>
          <w:rFonts w:ascii="Times New Roman" w:hAnsi="Times New Roman" w:cs="Times New Roman"/>
          <w:sz w:val="24"/>
          <w:szCs w:val="24"/>
        </w:rPr>
        <w:t xml:space="preserve"> lisatööde hili</w:t>
      </w:r>
      <w:r w:rsidR="00705773" w:rsidRPr="00E21099">
        <w:rPr>
          <w:rFonts w:ascii="Times New Roman" w:hAnsi="Times New Roman" w:cs="Times New Roman"/>
          <w:sz w:val="24"/>
          <w:szCs w:val="24"/>
        </w:rPr>
        <w:softHyphen/>
        <w:t>ne</w:t>
      </w:r>
      <w:r w:rsidR="00705773" w:rsidRPr="00E21099">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E21099">
        <w:rPr>
          <w:rFonts w:ascii="Times New Roman" w:hAnsi="Times New Roman" w:cs="Times New Roman"/>
          <w:sz w:val="24"/>
          <w:szCs w:val="24"/>
        </w:rPr>
        <w:t xml:space="preserve">järgima seaduste, eelkõige metsaseaduse, päästeseaduse ning töötervishoiu </w:t>
      </w:r>
      <w:r w:rsidRPr="00C87FB5">
        <w:rPr>
          <w:rFonts w:ascii="Times New Roman" w:hAnsi="Times New Roman" w:cs="Times New Roman"/>
          <w:sz w:val="24"/>
          <w:szCs w:val="24"/>
        </w:rPr>
        <w:t xml:space="preserve">ja tööohutuse seaduse, samuti nende alusel antud õigusaktide norme ja tegema kõik endast oleneva, et vältida metsa tervisliku </w:t>
      </w:r>
      <w:r w:rsidRPr="00C87FB5">
        <w:rPr>
          <w:rFonts w:ascii="Times New Roman" w:hAnsi="Times New Roman" w:cs="Times New Roman"/>
          <w:sz w:val="24"/>
          <w:szCs w:val="24"/>
        </w:rPr>
        <w:lastRenderedPageBreak/>
        <w:t>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280F7C50" w14:textId="22079EAC" w:rsidR="00366BD3" w:rsidRPr="0012625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126259">
        <w:rPr>
          <w:rFonts w:ascii="Times New Roman" w:hAnsi="Times New Roman" w:cs="Times New Roman"/>
          <w:sz w:val="24"/>
          <w:szCs w:val="24"/>
        </w:rPr>
        <w:t xml:space="preserve"> </w:t>
      </w:r>
      <w:r w:rsidR="00BF40B9" w:rsidRPr="00126259">
        <w:rPr>
          <w:rFonts w:ascii="Times New Roman" w:hAnsi="Times New Roman" w:cs="Times New Roman"/>
          <w:sz w:val="24"/>
          <w:szCs w:val="24"/>
        </w:rPr>
        <w:t xml:space="preserve">varustama kõik Tellijale teenust osutavad ekskavaatorid positsioneerimise riist- ja tarkvaraga, mis tagab ekskavaatorite asukohaseire ning süsteem peab võimaldama seada </w:t>
      </w:r>
      <w:proofErr w:type="spellStart"/>
      <w:r w:rsidR="00BF40B9" w:rsidRPr="00126259">
        <w:rPr>
          <w:rFonts w:ascii="Times New Roman" w:hAnsi="Times New Roman" w:cs="Times New Roman"/>
          <w:sz w:val="24"/>
          <w:szCs w:val="24"/>
        </w:rPr>
        <w:t>geopiire</w:t>
      </w:r>
      <w:proofErr w:type="spellEnd"/>
      <w:r w:rsidR="00BF40B9" w:rsidRPr="00126259">
        <w:rPr>
          <w:rFonts w:ascii="Times New Roman" w:hAnsi="Times New Roman" w:cs="Times New Roman"/>
          <w:sz w:val="24"/>
          <w:szCs w:val="24"/>
        </w:rPr>
        <w:t>/alasid.</w:t>
      </w:r>
    </w:p>
    <w:p w14:paraId="41746013" w14:textId="5350CE10" w:rsidR="00DB787A" w:rsidRPr="00126259" w:rsidRDefault="00DB787A" w:rsidP="00CD01B9">
      <w:pPr>
        <w:pStyle w:val="Pealkiri31"/>
        <w:tabs>
          <w:tab w:val="left" w:pos="567"/>
        </w:tabs>
        <w:spacing w:after="0" w:line="240" w:lineRule="auto"/>
        <w:ind w:left="0" w:firstLine="0"/>
        <w:jc w:val="both"/>
        <w:rPr>
          <w:rFonts w:ascii="Times New Roman" w:hAnsi="Times New Roman" w:cs="Times New Roman"/>
          <w:sz w:val="24"/>
          <w:szCs w:val="24"/>
        </w:rPr>
      </w:pPr>
      <w:r w:rsidRPr="00126259">
        <w:rPr>
          <w:rFonts w:ascii="Times New Roman" w:hAnsi="Times New Roman" w:cs="Times New Roman"/>
          <w:sz w:val="24"/>
          <w:szCs w:val="24"/>
        </w:rPr>
        <w:t>garanteerima Tellijale juurdepääsu punktis 4.2.15. nimetatud andmetele Tellijale antava üldparooli ja salasõna kaudu ning nende geopiirde alade ületamise teavituste edastamist Tellija e-posti aadressidele, et vältida ekskavaatorite sattumist geopiirde aladele;</w:t>
      </w:r>
    </w:p>
    <w:p w14:paraId="15FB3A41" w14:textId="0CF82E28"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lastRenderedPageBreak/>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6FDBD09E"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3"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E21099">
        <w:rPr>
          <w:rFonts w:ascii="Times New Roman" w:eastAsia="Calibri" w:hAnsi="Times New Roman" w:cs="Times New Roman"/>
          <w:b/>
          <w:bCs/>
          <w:sz w:val="24"/>
          <w:szCs w:val="24"/>
        </w:rPr>
        <w:t>6</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7DC1E02E"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6-11-01T00:00:00Z">
            <w:dateFormat w:val="d.MM.yyyy"/>
            <w:lid w:val="et-EE"/>
            <w:storeMappedDataAs w:val="dateTime"/>
            <w:calendar w:val="gregorian"/>
          </w:date>
        </w:sdtPr>
        <w:sdtEndPr/>
        <w:sdtContent>
          <w:r w:rsidR="00E21099">
            <w:rPr>
              <w:rFonts w:ascii="Times New Roman" w:eastAsia="Calibri" w:hAnsi="Times New Roman" w:cs="Times New Roman"/>
              <w:b/>
              <w:bCs/>
              <w:sz w:val="24"/>
              <w:szCs w:val="24"/>
            </w:rPr>
            <w:t>1.11.2026</w:t>
          </w:r>
        </w:sdtContent>
      </w:sdt>
      <w:r w:rsidR="0035454A" w:rsidRPr="009B262F">
        <w:rPr>
          <w:rFonts w:ascii="Times New Roman" w:hAnsi="Times New Roman" w:cs="Times New Roman"/>
          <w:sz w:val="24"/>
          <w:szCs w:val="24"/>
        </w:rPr>
        <w:t>.</w:t>
      </w:r>
      <w:bookmarkEnd w:id="3"/>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347E33D0"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bookmarkStart w:id="4" w:name="_Hlk178752780"/>
      <w:r w:rsidR="00E21099">
        <w:rPr>
          <w:rFonts w:ascii="Times New Roman" w:hAnsi="Times New Roman" w:cs="Times New Roman"/>
          <w:sz w:val="24"/>
          <w:szCs w:val="24"/>
        </w:rPr>
        <w:t>Maa- ja Ruumi</w:t>
      </w:r>
      <w:r w:rsidR="00005CCC" w:rsidRPr="00005CCC">
        <w:rPr>
          <w:rFonts w:ascii="Times New Roman" w:hAnsi="Times New Roman" w:cs="Times New Roman"/>
          <w:sz w:val="24"/>
          <w:szCs w:val="24"/>
        </w:rPr>
        <w:t>ameti</w:t>
      </w:r>
      <w:bookmarkEnd w:id="4"/>
      <w:r w:rsidR="00005CCC" w:rsidRPr="00005CCC">
        <w:rPr>
          <w:rFonts w:ascii="Times New Roman" w:hAnsi="Times New Roman" w:cs="Times New Roman"/>
          <w:sz w:val="24"/>
          <w:szCs w:val="24"/>
        </w:rPr>
        <w:t xml:space="preserve"> </w:t>
      </w:r>
      <w:bookmarkStart w:id="5" w:name="_Hlk194483683"/>
      <w:r w:rsidR="00F4762D">
        <w:rPr>
          <w:rFonts w:ascii="Times New Roman" w:hAnsi="Times New Roman" w:cs="Times New Roman"/>
          <w:sz w:val="24"/>
          <w:szCs w:val="24"/>
        </w:rPr>
        <w:t xml:space="preserve">ning Transpordiameti </w:t>
      </w:r>
      <w:bookmarkEnd w:id="5"/>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59D0C2F2"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bookmarkStart w:id="6" w:name="_Hlk165279385"/>
      <w:r w:rsidR="0044117D">
        <w:rPr>
          <w:rFonts w:ascii="Times New Roman" w:hAnsi="Times New Roman" w:cs="Times New Roman"/>
          <w:sz w:val="24"/>
          <w:szCs w:val="24"/>
        </w:rPr>
        <w:t>Maa ja Ruumi</w:t>
      </w:r>
      <w:r w:rsidR="002F0482" w:rsidRPr="002F0482">
        <w:rPr>
          <w:rFonts w:ascii="Times New Roman" w:hAnsi="Times New Roman" w:cs="Times New Roman"/>
          <w:sz w:val="24"/>
          <w:szCs w:val="24"/>
        </w:rPr>
        <w:t>ameti</w:t>
      </w:r>
      <w:r w:rsidR="00F7468A">
        <w:rPr>
          <w:rFonts w:ascii="Times New Roman" w:hAnsi="Times New Roman" w:cs="Times New Roman"/>
          <w:sz w:val="24"/>
          <w:szCs w:val="24"/>
        </w:rPr>
        <w:t xml:space="preserve"> </w:t>
      </w:r>
      <w:bookmarkEnd w:id="6"/>
      <w:r w:rsidR="00F4762D">
        <w:rPr>
          <w:rFonts w:ascii="Times New Roman" w:hAnsi="Times New Roman" w:cs="Times New Roman"/>
          <w:sz w:val="24"/>
          <w:szCs w:val="24"/>
        </w:rPr>
        <w:t xml:space="preserve">ning Transpordiameti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lastRenderedPageBreak/>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066E975C"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F04FB6" w:rsidRPr="00F04FB6">
        <w:rPr>
          <w:rFonts w:ascii="Times New Roman" w:hAnsi="Times New Roman" w:cs="Times New Roman"/>
          <w:sz w:val="24"/>
          <w:szCs w:val="24"/>
        </w:rPr>
        <w:t>metsataristu spetsialist</w:t>
      </w:r>
      <w:r w:rsidR="000D545C" w:rsidRPr="003528CB">
        <w:rPr>
          <w:rFonts w:ascii="Times New Roman" w:hAnsi="Times New Roman" w:cs="Times New Roman"/>
          <w:sz w:val="24"/>
          <w:szCs w:val="24"/>
        </w:rPr>
        <w:t xml:space="preserve"> </w:t>
      </w:r>
      <w:r w:rsidR="00DB5F65" w:rsidRPr="00DB5F65">
        <w:rPr>
          <w:rFonts w:ascii="Times New Roman" w:eastAsia="Times New Roman" w:hAnsi="Times New Roman" w:cs="Times New Roman"/>
          <w:sz w:val="24"/>
          <w:szCs w:val="24"/>
        </w:rPr>
        <w:t xml:space="preserve">Ain-Meelis Hannus, tel: 5163309, e-post </w:t>
      </w:r>
      <w:hyperlink r:id="rId9" w:history="1">
        <w:r w:rsidR="00DB5F65" w:rsidRPr="00D47DE8">
          <w:rPr>
            <w:rStyle w:val="Hperlink"/>
            <w:rFonts w:ascii="Times New Roman" w:eastAsia="Times New Roman" w:hAnsi="Times New Roman" w:cs="Times New Roman"/>
            <w:sz w:val="24"/>
            <w:szCs w:val="24"/>
          </w:rPr>
          <w:t>ain-meelis.hannus@rmk.ee</w:t>
        </w:r>
      </w:hyperlink>
      <w:r w:rsidR="00EF1103">
        <w:rPr>
          <w:rFonts w:ascii="Times New Roman" w:eastAsia="Times New Roman" w:hAnsi="Times New Roman" w:cs="Times New Roman"/>
          <w:sz w:val="24"/>
          <w:szCs w:val="24"/>
        </w:rPr>
        <w:t>.</w:t>
      </w:r>
      <w:r w:rsidR="00DB5F65">
        <w:rPr>
          <w:rFonts w:ascii="Times New Roman" w:eastAsia="Times New Roman" w:hAnsi="Times New Roman" w:cs="Times New Roman"/>
          <w:sz w:val="24"/>
          <w:szCs w:val="24"/>
        </w:rPr>
        <w:t xml:space="preserve"> </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4C9C1D13"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3B7CC8" w:rsidRPr="003B7CC8">
        <w:rPr>
          <w:rFonts w:ascii="Times New Roman" w:hAnsi="Times New Roman" w:cs="Times New Roman"/>
          <w:bCs/>
          <w:sz w:val="24"/>
          <w:szCs w:val="24"/>
        </w:rPr>
        <w:t>metsataristu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4D2AFE"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4D2AFE"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4D2AFE"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6753E618"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7"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0A7D4A">
        <w:rPr>
          <w:rFonts w:ascii="Times New Roman" w:hAnsi="Times New Roman" w:cs="Times New Roman"/>
          <w:sz w:val="20"/>
          <w:szCs w:val="20"/>
        </w:rPr>
        <w:t>5</w:t>
      </w:r>
      <w:r w:rsidRPr="0029018F">
        <w:rPr>
          <w:rFonts w:ascii="Times New Roman" w:hAnsi="Times New Roman" w:cs="Times New Roman"/>
          <w:sz w:val="20"/>
          <w:szCs w:val="20"/>
        </w:rPr>
        <w:t>/…… juurde</w:t>
      </w:r>
      <w:bookmarkEnd w:id="7"/>
    </w:p>
    <w:p w14:paraId="3E38A05F" w14:textId="77777777" w:rsidR="008E6563" w:rsidRPr="00FE2065" w:rsidRDefault="008E6563" w:rsidP="008E6563">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1D6D330E" w14:textId="77777777" w:rsidR="008E6563" w:rsidRPr="00FE2065" w:rsidRDefault="008E6563" w:rsidP="008E6563">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014C7210" w14:textId="77777777" w:rsidR="008E6563" w:rsidRPr="00FE2065" w:rsidRDefault="008E6563" w:rsidP="008E6563">
      <w:pPr>
        <w:spacing w:after="0" w:line="240" w:lineRule="auto"/>
        <w:jc w:val="both"/>
        <w:rPr>
          <w:rFonts w:ascii="Times New Roman" w:hAnsi="Times New Roman" w:cs="Times New Roman"/>
          <w:sz w:val="24"/>
          <w:szCs w:val="24"/>
        </w:rPr>
      </w:pPr>
    </w:p>
    <w:p w14:paraId="6CC07859" w14:textId="77777777" w:rsidR="008E6563" w:rsidRPr="00FE2065" w:rsidRDefault="008E6563" w:rsidP="008E6563">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86042511"/>
          <w:placeholder>
            <w:docPart w:val="D51591ACB99F4C8184B7F3377FD2ED30"/>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062408980"/>
          <w:placeholder>
            <w:docPart w:val="7F05662DB5404E3C9EA010709AA0576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2ED5D270" w14:textId="77777777" w:rsidR="008E6563" w:rsidRPr="00FE2065" w:rsidRDefault="008E6563" w:rsidP="008E6563">
      <w:pPr>
        <w:spacing w:after="0" w:line="240" w:lineRule="auto"/>
        <w:jc w:val="both"/>
        <w:rPr>
          <w:rFonts w:ascii="Times New Roman" w:hAnsi="Times New Roman" w:cs="Times New Roman"/>
          <w:b/>
          <w:color w:val="000000" w:themeColor="text1"/>
          <w:sz w:val="24"/>
          <w:szCs w:val="24"/>
        </w:rPr>
      </w:pPr>
    </w:p>
    <w:p w14:paraId="5BF6EB7A" w14:textId="77777777" w:rsidR="008E6563" w:rsidRPr="00FE2065" w:rsidRDefault="008E6563" w:rsidP="008E6563">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2AB48A87" w14:textId="77777777" w:rsidR="008E6563" w:rsidRPr="00FE2065" w:rsidRDefault="008E6563" w:rsidP="008E6563">
      <w:pPr>
        <w:spacing w:after="0" w:line="240" w:lineRule="auto"/>
        <w:jc w:val="both"/>
        <w:rPr>
          <w:rFonts w:ascii="Times New Roman" w:hAnsi="Times New Roman" w:cs="Times New Roman"/>
          <w:sz w:val="24"/>
          <w:szCs w:val="24"/>
        </w:rPr>
      </w:pPr>
    </w:p>
    <w:p w14:paraId="6B33236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23E1EF6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2DA9F2E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6BD8290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5EAB23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66C6909"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68066AC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593ABBA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3D3D65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7770D6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EE6FC7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3E6F2AA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49C3497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3E53D8E"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6C7751B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3885DCBA"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027194E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5A6B1B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A01F15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1795A9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6382FB8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752AFD1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098D8BC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1637D13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6622436" w14:textId="77777777" w:rsidR="008E6563" w:rsidRDefault="008E6563" w:rsidP="008E6563">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E1427C6"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646B00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70DB8887"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3111A5A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0D0C758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320458B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BCC143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0F302A2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45CD8EB4"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79E8713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654D60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6472FD9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2A76C75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29C9633E"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2DF0FBD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metsamajanduslikuks tööks kohandatud põllumajanduslik traktor, giljotiin, maapinna ettevalmistamise masin, puiduveok, hakkur või ekskavaator.</w:t>
      </w:r>
    </w:p>
    <w:p w14:paraId="10F966E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4AED8DED"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166A870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0FCBE24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1BB48E7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78CB434C"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28E1BE6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7752891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346284C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26A0D175" w14:textId="428DD570" w:rsidR="008E6563" w:rsidRDefault="008E6563" w:rsidP="008E6563">
      <w:pPr>
        <w:spacing w:after="0" w:line="240" w:lineRule="auto"/>
        <w:jc w:val="both"/>
        <w:outlineLvl w:val="0"/>
        <w:rPr>
          <w:rFonts w:ascii="TimesNewRomanPSMT" w:hAnsi="TimesNewRomanPSMT" w:cs="TimesNewRomanPSMT"/>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7D4C5783" w14:textId="77777777" w:rsidR="008E6563" w:rsidRDefault="008E6563" w:rsidP="008E6563">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4D2AFE"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4D2AFE"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0DA994A2"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0A7D4A">
        <w:rPr>
          <w:rFonts w:ascii="Times New Roman" w:hAnsi="Times New Roman" w:cs="Times New Roman"/>
          <w:sz w:val="20"/>
          <w:szCs w:val="20"/>
        </w:rPr>
        <w:t>5</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End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8" w:name="_Hlk148365181"/>
      <w:r w:rsidR="00D247B5">
        <w:rPr>
          <w:b/>
          <w:bCs/>
        </w:rPr>
        <w:t>NÕUDED ISIKUKAITSEVAHENDITE KASUTAMISEKS</w:t>
      </w:r>
      <w:bookmarkEnd w:id="8"/>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Raielangil ja raadamisobjektil töötamise ajal töökohustusi täitvad isikud peavad masinast väljas olles kandma tähtaegset tööstuslikku kaitsekiivrit (EN 397) ja demaskeerivat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r w:rsidRPr="00ED0A98">
              <w:rPr>
                <w:sz w:val="18"/>
                <w:szCs w:val="18"/>
              </w:rPr>
              <w:t>Demaskeerivat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Puiduveoki, hakkuri,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r w:rsidRPr="00ED0A98">
              <w:rPr>
                <w:sz w:val="18"/>
                <w:szCs w:val="18"/>
              </w:rPr>
              <w:t>Demaskeerivat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4D2AFE"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c>
          <w:tcPr>
            <w:tcW w:w="4606" w:type="dxa"/>
          </w:tcPr>
          <w:p w14:paraId="7D7A3AC0" w14:textId="77777777" w:rsidR="00ED0A98" w:rsidRPr="002C6717" w:rsidRDefault="004D2AFE"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4C3B97A1"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0A7D4A">
        <w:rPr>
          <w:rFonts w:ascii="Times New Roman" w:hAnsi="Times New Roman" w:cs="Times New Roman"/>
          <w:sz w:val="20"/>
          <w:szCs w:val="20"/>
        </w:rPr>
        <w:t>5</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9"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9"/>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4D2AFE"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75EEB470"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0A7D4A">
        <w:rPr>
          <w:rFonts w:ascii="Times New Roman" w:hAnsi="Times New Roman" w:cs="Times New Roman"/>
          <w:sz w:val="20"/>
          <w:szCs w:val="20"/>
        </w:rPr>
        <w:t>5</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4D2AFE"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4D2AFE"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F299A8" w14:textId="77777777" w:rsidR="00DE1BFD" w:rsidRDefault="00DE1BFD" w:rsidP="00705773">
      <w:pPr>
        <w:spacing w:after="0" w:line="240" w:lineRule="auto"/>
      </w:pPr>
      <w:r>
        <w:separator/>
      </w:r>
    </w:p>
  </w:endnote>
  <w:endnote w:type="continuationSeparator" w:id="0">
    <w:p w14:paraId="290FC5AE" w14:textId="77777777" w:rsidR="00DE1BFD" w:rsidRDefault="00DE1BFD"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9942839"/>
      <w:docPartObj>
        <w:docPartGallery w:val="Page Numbers (Bottom of Page)"/>
        <w:docPartUnique/>
      </w:docPartObj>
    </w:sdtPr>
    <w:sdtEnd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DAC35B" w14:textId="77777777" w:rsidR="00DE1BFD" w:rsidRDefault="00DE1BFD" w:rsidP="00705773">
      <w:pPr>
        <w:spacing w:after="0" w:line="240" w:lineRule="auto"/>
      </w:pPr>
      <w:r>
        <w:separator/>
      </w:r>
    </w:p>
  </w:footnote>
  <w:footnote w:type="continuationSeparator" w:id="0">
    <w:p w14:paraId="2568FF49" w14:textId="77777777" w:rsidR="00DE1BFD" w:rsidRDefault="00DE1BFD"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2635682"/>
      <w:docPartObj>
        <w:docPartGallery w:val="Page Numbers (Top of Page)"/>
        <w:docPartUnique/>
      </w:docPartObj>
    </w:sdtPr>
    <w:sdtEndPr/>
    <w:sdtContent>
      <w:p w14:paraId="72A83A72" w14:textId="174901AD" w:rsidR="00ED03B9" w:rsidRDefault="00ED03B9" w:rsidP="000B480B">
        <w:pPr>
          <w:pStyle w:val="Pis"/>
          <w:jc w:val="right"/>
          <w:rPr>
            <w:rFonts w:ascii="Times New Roman" w:hAnsi="Times New Roman" w:cs="Times New Roman"/>
            <w:i/>
            <w:iCs/>
            <w:sz w:val="18"/>
            <w:szCs w:val="18"/>
          </w:rPr>
        </w:pPr>
      </w:p>
      <w:p w14:paraId="4F07237B" w14:textId="258E110A" w:rsidR="00FB604C" w:rsidRDefault="00FB604C" w:rsidP="00ED03B9">
        <w:pPr>
          <w:pStyle w:val="Pis"/>
          <w:tabs>
            <w:tab w:val="clear" w:pos="4536"/>
          </w:tabs>
        </w:pP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292567"/>
    <w:multiLevelType w:val="hybridMultilevel"/>
    <w:tmpl w:val="E076C950"/>
    <w:lvl w:ilvl="0" w:tplc="0425000F">
      <w:start w:val="1"/>
      <w:numFmt w:val="decimal"/>
      <w:lvlText w:val="%1."/>
      <w:lvlJc w:val="left"/>
      <w:pPr>
        <w:ind w:left="4472" w:hanging="360"/>
      </w:pPr>
      <w:rPr>
        <w:rFonts w:hint="default"/>
        <w:i w:val="0"/>
      </w:rPr>
    </w:lvl>
    <w:lvl w:ilvl="1" w:tplc="04250019" w:tentative="1">
      <w:start w:val="1"/>
      <w:numFmt w:val="lowerLetter"/>
      <w:lvlText w:val="%2."/>
      <w:lvlJc w:val="left"/>
      <w:pPr>
        <w:ind w:left="5192" w:hanging="360"/>
      </w:pPr>
    </w:lvl>
    <w:lvl w:ilvl="2" w:tplc="0425001B" w:tentative="1">
      <w:start w:val="1"/>
      <w:numFmt w:val="lowerRoman"/>
      <w:lvlText w:val="%3."/>
      <w:lvlJc w:val="right"/>
      <w:pPr>
        <w:ind w:left="5912" w:hanging="180"/>
      </w:pPr>
    </w:lvl>
    <w:lvl w:ilvl="3" w:tplc="0425000F" w:tentative="1">
      <w:start w:val="1"/>
      <w:numFmt w:val="decimal"/>
      <w:lvlText w:val="%4."/>
      <w:lvlJc w:val="left"/>
      <w:pPr>
        <w:ind w:left="6632" w:hanging="360"/>
      </w:pPr>
    </w:lvl>
    <w:lvl w:ilvl="4" w:tplc="04250019" w:tentative="1">
      <w:start w:val="1"/>
      <w:numFmt w:val="lowerLetter"/>
      <w:lvlText w:val="%5."/>
      <w:lvlJc w:val="left"/>
      <w:pPr>
        <w:ind w:left="7352" w:hanging="360"/>
      </w:pPr>
    </w:lvl>
    <w:lvl w:ilvl="5" w:tplc="0425001B" w:tentative="1">
      <w:start w:val="1"/>
      <w:numFmt w:val="lowerRoman"/>
      <w:lvlText w:val="%6."/>
      <w:lvlJc w:val="right"/>
      <w:pPr>
        <w:ind w:left="8072" w:hanging="180"/>
      </w:pPr>
    </w:lvl>
    <w:lvl w:ilvl="6" w:tplc="0425000F" w:tentative="1">
      <w:start w:val="1"/>
      <w:numFmt w:val="decimal"/>
      <w:lvlText w:val="%7."/>
      <w:lvlJc w:val="left"/>
      <w:pPr>
        <w:ind w:left="8792" w:hanging="360"/>
      </w:pPr>
    </w:lvl>
    <w:lvl w:ilvl="7" w:tplc="04250019" w:tentative="1">
      <w:start w:val="1"/>
      <w:numFmt w:val="lowerLetter"/>
      <w:lvlText w:val="%8."/>
      <w:lvlJc w:val="left"/>
      <w:pPr>
        <w:ind w:left="9512" w:hanging="360"/>
      </w:pPr>
    </w:lvl>
    <w:lvl w:ilvl="8" w:tplc="0425001B" w:tentative="1">
      <w:start w:val="1"/>
      <w:numFmt w:val="lowerRoman"/>
      <w:lvlText w:val="%9."/>
      <w:lvlJc w:val="right"/>
      <w:pPr>
        <w:ind w:left="10232" w:hanging="180"/>
      </w:pPr>
    </w:lvl>
  </w:abstractNum>
  <w:abstractNum w:abstractNumId="1"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26886A21"/>
    <w:multiLevelType w:val="multilevel"/>
    <w:tmpl w:val="6E8C50C0"/>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strike w:val="0"/>
        <w:color w:val="auto"/>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81E25C3"/>
    <w:multiLevelType w:val="hybridMultilevel"/>
    <w:tmpl w:val="8BAE05D8"/>
    <w:lvl w:ilvl="0" w:tplc="0425000F">
      <w:start w:val="1"/>
      <w:numFmt w:val="decimal"/>
      <w:lvlText w:val="%1."/>
      <w:lvlJc w:val="left"/>
      <w:pPr>
        <w:ind w:left="4613" w:hanging="360"/>
      </w:pPr>
      <w:rPr>
        <w:rFonts w:hint="default"/>
      </w:rPr>
    </w:lvl>
    <w:lvl w:ilvl="1" w:tplc="04250019" w:tentative="1">
      <w:start w:val="1"/>
      <w:numFmt w:val="lowerLetter"/>
      <w:lvlText w:val="%2."/>
      <w:lvlJc w:val="left"/>
      <w:pPr>
        <w:ind w:left="5333" w:hanging="360"/>
      </w:pPr>
    </w:lvl>
    <w:lvl w:ilvl="2" w:tplc="0425001B" w:tentative="1">
      <w:start w:val="1"/>
      <w:numFmt w:val="lowerRoman"/>
      <w:lvlText w:val="%3."/>
      <w:lvlJc w:val="right"/>
      <w:pPr>
        <w:ind w:left="6053" w:hanging="180"/>
      </w:pPr>
    </w:lvl>
    <w:lvl w:ilvl="3" w:tplc="0425000F" w:tentative="1">
      <w:start w:val="1"/>
      <w:numFmt w:val="decimal"/>
      <w:lvlText w:val="%4."/>
      <w:lvlJc w:val="left"/>
      <w:pPr>
        <w:ind w:left="6773" w:hanging="360"/>
      </w:pPr>
    </w:lvl>
    <w:lvl w:ilvl="4" w:tplc="04250019" w:tentative="1">
      <w:start w:val="1"/>
      <w:numFmt w:val="lowerLetter"/>
      <w:lvlText w:val="%5."/>
      <w:lvlJc w:val="left"/>
      <w:pPr>
        <w:ind w:left="7493" w:hanging="360"/>
      </w:pPr>
    </w:lvl>
    <w:lvl w:ilvl="5" w:tplc="0425001B" w:tentative="1">
      <w:start w:val="1"/>
      <w:numFmt w:val="lowerRoman"/>
      <w:lvlText w:val="%6."/>
      <w:lvlJc w:val="right"/>
      <w:pPr>
        <w:ind w:left="8213" w:hanging="180"/>
      </w:pPr>
    </w:lvl>
    <w:lvl w:ilvl="6" w:tplc="0425000F" w:tentative="1">
      <w:start w:val="1"/>
      <w:numFmt w:val="decimal"/>
      <w:lvlText w:val="%7."/>
      <w:lvlJc w:val="left"/>
      <w:pPr>
        <w:ind w:left="8933" w:hanging="360"/>
      </w:pPr>
    </w:lvl>
    <w:lvl w:ilvl="7" w:tplc="04250019" w:tentative="1">
      <w:start w:val="1"/>
      <w:numFmt w:val="lowerLetter"/>
      <w:lvlText w:val="%8."/>
      <w:lvlJc w:val="left"/>
      <w:pPr>
        <w:ind w:left="9653" w:hanging="360"/>
      </w:pPr>
    </w:lvl>
    <w:lvl w:ilvl="8" w:tplc="0425001B" w:tentative="1">
      <w:start w:val="1"/>
      <w:numFmt w:val="lowerRoman"/>
      <w:lvlText w:val="%9."/>
      <w:lvlJc w:val="right"/>
      <w:pPr>
        <w:ind w:left="10373" w:hanging="180"/>
      </w:pPr>
    </w:lvl>
  </w:abstractNum>
  <w:abstractNum w:abstractNumId="8"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5C5B4CB3"/>
    <w:multiLevelType w:val="hybridMultilevel"/>
    <w:tmpl w:val="3A3EB56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6"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2"/>
  </w:num>
  <w:num w:numId="2" w16cid:durableId="1742170627">
    <w:abstractNumId w:val="8"/>
  </w:num>
  <w:num w:numId="3" w16cid:durableId="428434512">
    <w:abstractNumId w:val="3"/>
  </w:num>
  <w:num w:numId="4" w16cid:durableId="893780813">
    <w:abstractNumId w:val="10"/>
  </w:num>
  <w:num w:numId="5" w16cid:durableId="284891417">
    <w:abstractNumId w:val="9"/>
  </w:num>
  <w:num w:numId="6" w16cid:durableId="1453086223">
    <w:abstractNumId w:val="16"/>
  </w:num>
  <w:num w:numId="7" w16cid:durableId="1027415269">
    <w:abstractNumId w:val="15"/>
  </w:num>
  <w:num w:numId="8" w16cid:durableId="51853159">
    <w:abstractNumId w:val="13"/>
  </w:num>
  <w:num w:numId="9" w16cid:durableId="612715840">
    <w:abstractNumId w:val="11"/>
  </w:num>
  <w:num w:numId="10" w16cid:durableId="429932463">
    <w:abstractNumId w:val="12"/>
  </w:num>
  <w:num w:numId="11" w16cid:durableId="1363827597">
    <w:abstractNumId w:val="1"/>
  </w:num>
  <w:num w:numId="12" w16cid:durableId="2039693390">
    <w:abstractNumId w:val="4"/>
  </w:num>
  <w:num w:numId="13" w16cid:durableId="412897097">
    <w:abstractNumId w:val="5"/>
  </w:num>
  <w:num w:numId="14" w16cid:durableId="2120221377">
    <w:abstractNumId w:val="6"/>
  </w:num>
  <w:num w:numId="15" w16cid:durableId="825050385">
    <w:abstractNumId w:val="3"/>
    <w:lvlOverride w:ilvl="0">
      <w:startOverride w:val="1"/>
    </w:lvlOverride>
  </w:num>
  <w:num w:numId="16" w16cid:durableId="802161692">
    <w:abstractNumId w:val="7"/>
  </w:num>
  <w:num w:numId="17" w16cid:durableId="799298137">
    <w:abstractNumId w:val="0"/>
  </w:num>
  <w:num w:numId="18" w16cid:durableId="60778529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16E9C"/>
    <w:rsid w:val="00033FC5"/>
    <w:rsid w:val="00035756"/>
    <w:rsid w:val="00036EAF"/>
    <w:rsid w:val="00041B86"/>
    <w:rsid w:val="0004347C"/>
    <w:rsid w:val="0004420C"/>
    <w:rsid w:val="00047FEF"/>
    <w:rsid w:val="0005144C"/>
    <w:rsid w:val="000526FE"/>
    <w:rsid w:val="00052C71"/>
    <w:rsid w:val="00060C70"/>
    <w:rsid w:val="00062201"/>
    <w:rsid w:val="00064DF5"/>
    <w:rsid w:val="000663B2"/>
    <w:rsid w:val="00066CB1"/>
    <w:rsid w:val="000674EE"/>
    <w:rsid w:val="0007258A"/>
    <w:rsid w:val="00075726"/>
    <w:rsid w:val="00076CCA"/>
    <w:rsid w:val="00081FBA"/>
    <w:rsid w:val="0008680E"/>
    <w:rsid w:val="000911F2"/>
    <w:rsid w:val="00091386"/>
    <w:rsid w:val="000915D2"/>
    <w:rsid w:val="00094BB9"/>
    <w:rsid w:val="00095B3F"/>
    <w:rsid w:val="00096AC2"/>
    <w:rsid w:val="00096E9A"/>
    <w:rsid w:val="000A42B5"/>
    <w:rsid w:val="000A4D66"/>
    <w:rsid w:val="000A6F56"/>
    <w:rsid w:val="000A7D4A"/>
    <w:rsid w:val="000B1313"/>
    <w:rsid w:val="000B19CE"/>
    <w:rsid w:val="000B21A7"/>
    <w:rsid w:val="000B480B"/>
    <w:rsid w:val="000B59F7"/>
    <w:rsid w:val="000B5C10"/>
    <w:rsid w:val="000B7084"/>
    <w:rsid w:val="000C1ADA"/>
    <w:rsid w:val="000C23AF"/>
    <w:rsid w:val="000C259E"/>
    <w:rsid w:val="000C2AE1"/>
    <w:rsid w:val="000C3743"/>
    <w:rsid w:val="000C4124"/>
    <w:rsid w:val="000D545C"/>
    <w:rsid w:val="000D6420"/>
    <w:rsid w:val="000D6BF8"/>
    <w:rsid w:val="000D6E0F"/>
    <w:rsid w:val="000D7055"/>
    <w:rsid w:val="000E097B"/>
    <w:rsid w:val="000E1DDF"/>
    <w:rsid w:val="000E5F28"/>
    <w:rsid w:val="000F2C04"/>
    <w:rsid w:val="000F62D3"/>
    <w:rsid w:val="000F6C7B"/>
    <w:rsid w:val="000F7B99"/>
    <w:rsid w:val="000F7C73"/>
    <w:rsid w:val="00100B2C"/>
    <w:rsid w:val="00102C07"/>
    <w:rsid w:val="00104954"/>
    <w:rsid w:val="00107D6D"/>
    <w:rsid w:val="0011034A"/>
    <w:rsid w:val="00115886"/>
    <w:rsid w:val="00116517"/>
    <w:rsid w:val="0011651D"/>
    <w:rsid w:val="001175F4"/>
    <w:rsid w:val="001217BA"/>
    <w:rsid w:val="0012352D"/>
    <w:rsid w:val="00125F24"/>
    <w:rsid w:val="00126259"/>
    <w:rsid w:val="00126497"/>
    <w:rsid w:val="00132919"/>
    <w:rsid w:val="00136222"/>
    <w:rsid w:val="00143BEB"/>
    <w:rsid w:val="00144026"/>
    <w:rsid w:val="00144C61"/>
    <w:rsid w:val="00145218"/>
    <w:rsid w:val="00145ABF"/>
    <w:rsid w:val="00152E2C"/>
    <w:rsid w:val="00154566"/>
    <w:rsid w:val="00154D28"/>
    <w:rsid w:val="00156510"/>
    <w:rsid w:val="0016153D"/>
    <w:rsid w:val="00164848"/>
    <w:rsid w:val="001653A0"/>
    <w:rsid w:val="001654D2"/>
    <w:rsid w:val="001669ED"/>
    <w:rsid w:val="001718A1"/>
    <w:rsid w:val="00174490"/>
    <w:rsid w:val="00174C1E"/>
    <w:rsid w:val="00175C9A"/>
    <w:rsid w:val="0017625F"/>
    <w:rsid w:val="00176C45"/>
    <w:rsid w:val="00177B2A"/>
    <w:rsid w:val="00187657"/>
    <w:rsid w:val="001A3016"/>
    <w:rsid w:val="001A347F"/>
    <w:rsid w:val="001A52F9"/>
    <w:rsid w:val="001B409A"/>
    <w:rsid w:val="001C2E72"/>
    <w:rsid w:val="001C2F8F"/>
    <w:rsid w:val="001C46CC"/>
    <w:rsid w:val="001C66B4"/>
    <w:rsid w:val="001C6AA5"/>
    <w:rsid w:val="001D24CC"/>
    <w:rsid w:val="001D668D"/>
    <w:rsid w:val="001D6A84"/>
    <w:rsid w:val="001E43DF"/>
    <w:rsid w:val="001E5D59"/>
    <w:rsid w:val="001F2F53"/>
    <w:rsid w:val="001F4E51"/>
    <w:rsid w:val="001F53F7"/>
    <w:rsid w:val="00200742"/>
    <w:rsid w:val="00200FCE"/>
    <w:rsid w:val="00201C05"/>
    <w:rsid w:val="00201CC4"/>
    <w:rsid w:val="002033E1"/>
    <w:rsid w:val="00204176"/>
    <w:rsid w:val="002042F1"/>
    <w:rsid w:val="00205144"/>
    <w:rsid w:val="0020654B"/>
    <w:rsid w:val="00211F31"/>
    <w:rsid w:val="002126E8"/>
    <w:rsid w:val="00212A3B"/>
    <w:rsid w:val="0022208D"/>
    <w:rsid w:val="0022315F"/>
    <w:rsid w:val="00230643"/>
    <w:rsid w:val="00232ACD"/>
    <w:rsid w:val="00233204"/>
    <w:rsid w:val="00233221"/>
    <w:rsid w:val="002359EE"/>
    <w:rsid w:val="00237467"/>
    <w:rsid w:val="0023764E"/>
    <w:rsid w:val="00237805"/>
    <w:rsid w:val="00240C3D"/>
    <w:rsid w:val="00245FE2"/>
    <w:rsid w:val="00246934"/>
    <w:rsid w:val="00253573"/>
    <w:rsid w:val="00254AAD"/>
    <w:rsid w:val="002551B0"/>
    <w:rsid w:val="002609C5"/>
    <w:rsid w:val="0026144E"/>
    <w:rsid w:val="00262B7A"/>
    <w:rsid w:val="00264D51"/>
    <w:rsid w:val="00267BB6"/>
    <w:rsid w:val="0027305B"/>
    <w:rsid w:val="002747CE"/>
    <w:rsid w:val="002768E4"/>
    <w:rsid w:val="00281185"/>
    <w:rsid w:val="00281267"/>
    <w:rsid w:val="0028338C"/>
    <w:rsid w:val="002843A1"/>
    <w:rsid w:val="0028542A"/>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B48A7"/>
    <w:rsid w:val="002C2E76"/>
    <w:rsid w:val="002C6717"/>
    <w:rsid w:val="002C6FEC"/>
    <w:rsid w:val="002D00AD"/>
    <w:rsid w:val="002D1BF4"/>
    <w:rsid w:val="002D5B5B"/>
    <w:rsid w:val="002D615A"/>
    <w:rsid w:val="002E3A98"/>
    <w:rsid w:val="002E3E18"/>
    <w:rsid w:val="002E46EF"/>
    <w:rsid w:val="002E473E"/>
    <w:rsid w:val="002F0482"/>
    <w:rsid w:val="002F0613"/>
    <w:rsid w:val="002F06EE"/>
    <w:rsid w:val="002F64E2"/>
    <w:rsid w:val="00300A22"/>
    <w:rsid w:val="00312364"/>
    <w:rsid w:val="00315EFB"/>
    <w:rsid w:val="003208DE"/>
    <w:rsid w:val="00320DDC"/>
    <w:rsid w:val="00326675"/>
    <w:rsid w:val="003323A4"/>
    <w:rsid w:val="003327C5"/>
    <w:rsid w:val="003334AD"/>
    <w:rsid w:val="003403F1"/>
    <w:rsid w:val="00342019"/>
    <w:rsid w:val="00342A7D"/>
    <w:rsid w:val="00346054"/>
    <w:rsid w:val="003528CB"/>
    <w:rsid w:val="00352C29"/>
    <w:rsid w:val="00353E1E"/>
    <w:rsid w:val="0035454A"/>
    <w:rsid w:val="00356E5C"/>
    <w:rsid w:val="00360A7E"/>
    <w:rsid w:val="00362D78"/>
    <w:rsid w:val="00363A64"/>
    <w:rsid w:val="003648E0"/>
    <w:rsid w:val="003655AF"/>
    <w:rsid w:val="00366BD3"/>
    <w:rsid w:val="00370C19"/>
    <w:rsid w:val="00372718"/>
    <w:rsid w:val="00372AB8"/>
    <w:rsid w:val="00372F03"/>
    <w:rsid w:val="003762BF"/>
    <w:rsid w:val="00376F94"/>
    <w:rsid w:val="00377ED0"/>
    <w:rsid w:val="00380D62"/>
    <w:rsid w:val="003858D6"/>
    <w:rsid w:val="00385D15"/>
    <w:rsid w:val="003901F8"/>
    <w:rsid w:val="003906B4"/>
    <w:rsid w:val="00391FB0"/>
    <w:rsid w:val="003924E6"/>
    <w:rsid w:val="00396D13"/>
    <w:rsid w:val="003A0C19"/>
    <w:rsid w:val="003A47FB"/>
    <w:rsid w:val="003A5132"/>
    <w:rsid w:val="003A5CAE"/>
    <w:rsid w:val="003A633B"/>
    <w:rsid w:val="003B0383"/>
    <w:rsid w:val="003B0B0F"/>
    <w:rsid w:val="003B1681"/>
    <w:rsid w:val="003B16FD"/>
    <w:rsid w:val="003B22ED"/>
    <w:rsid w:val="003B7CC8"/>
    <w:rsid w:val="003C1AE0"/>
    <w:rsid w:val="003C4D24"/>
    <w:rsid w:val="003C58F3"/>
    <w:rsid w:val="003C782E"/>
    <w:rsid w:val="003D1322"/>
    <w:rsid w:val="003D3775"/>
    <w:rsid w:val="003D4CC9"/>
    <w:rsid w:val="003D59A8"/>
    <w:rsid w:val="003E66D7"/>
    <w:rsid w:val="003E6FD6"/>
    <w:rsid w:val="003F0E3C"/>
    <w:rsid w:val="003F0FE8"/>
    <w:rsid w:val="00401DB5"/>
    <w:rsid w:val="00403502"/>
    <w:rsid w:val="00403CC9"/>
    <w:rsid w:val="00404E5C"/>
    <w:rsid w:val="00406A0E"/>
    <w:rsid w:val="00420CC1"/>
    <w:rsid w:val="00421F03"/>
    <w:rsid w:val="00422005"/>
    <w:rsid w:val="0042259E"/>
    <w:rsid w:val="00423CFB"/>
    <w:rsid w:val="00424102"/>
    <w:rsid w:val="00426EB8"/>
    <w:rsid w:val="004346F6"/>
    <w:rsid w:val="00435415"/>
    <w:rsid w:val="00435E02"/>
    <w:rsid w:val="00440C6B"/>
    <w:rsid w:val="0044117D"/>
    <w:rsid w:val="0044352C"/>
    <w:rsid w:val="00446E63"/>
    <w:rsid w:val="00447E90"/>
    <w:rsid w:val="00452341"/>
    <w:rsid w:val="0045489A"/>
    <w:rsid w:val="004610D6"/>
    <w:rsid w:val="00461D55"/>
    <w:rsid w:val="004633F3"/>
    <w:rsid w:val="00463886"/>
    <w:rsid w:val="004662D3"/>
    <w:rsid w:val="00467D4E"/>
    <w:rsid w:val="00473835"/>
    <w:rsid w:val="004753BC"/>
    <w:rsid w:val="0047541F"/>
    <w:rsid w:val="00475D7D"/>
    <w:rsid w:val="00476429"/>
    <w:rsid w:val="004764F8"/>
    <w:rsid w:val="0047690D"/>
    <w:rsid w:val="004863B0"/>
    <w:rsid w:val="00487B12"/>
    <w:rsid w:val="00490ABD"/>
    <w:rsid w:val="004926D0"/>
    <w:rsid w:val="004939A2"/>
    <w:rsid w:val="00494163"/>
    <w:rsid w:val="004966DA"/>
    <w:rsid w:val="004A445E"/>
    <w:rsid w:val="004A65FA"/>
    <w:rsid w:val="004B1E9F"/>
    <w:rsid w:val="004B315A"/>
    <w:rsid w:val="004C1F0A"/>
    <w:rsid w:val="004C3136"/>
    <w:rsid w:val="004C3D94"/>
    <w:rsid w:val="004C5D15"/>
    <w:rsid w:val="004C6088"/>
    <w:rsid w:val="004C6689"/>
    <w:rsid w:val="004C7BC9"/>
    <w:rsid w:val="004D2AFE"/>
    <w:rsid w:val="004D53C3"/>
    <w:rsid w:val="004D53FC"/>
    <w:rsid w:val="004D6BDF"/>
    <w:rsid w:val="004D7234"/>
    <w:rsid w:val="004E2589"/>
    <w:rsid w:val="004E25A8"/>
    <w:rsid w:val="004E3C0E"/>
    <w:rsid w:val="004E606F"/>
    <w:rsid w:val="004E6B3B"/>
    <w:rsid w:val="004E7551"/>
    <w:rsid w:val="004E7CC9"/>
    <w:rsid w:val="004F1809"/>
    <w:rsid w:val="004F4A55"/>
    <w:rsid w:val="004F5D8E"/>
    <w:rsid w:val="004F6BE0"/>
    <w:rsid w:val="005012FE"/>
    <w:rsid w:val="00501302"/>
    <w:rsid w:val="00505358"/>
    <w:rsid w:val="00506594"/>
    <w:rsid w:val="0050772E"/>
    <w:rsid w:val="005103C7"/>
    <w:rsid w:val="0051267D"/>
    <w:rsid w:val="0051464C"/>
    <w:rsid w:val="005150B2"/>
    <w:rsid w:val="00521D53"/>
    <w:rsid w:val="005229E5"/>
    <w:rsid w:val="00527C0C"/>
    <w:rsid w:val="00531C47"/>
    <w:rsid w:val="00531EA4"/>
    <w:rsid w:val="00534E6F"/>
    <w:rsid w:val="00540697"/>
    <w:rsid w:val="00542822"/>
    <w:rsid w:val="00547290"/>
    <w:rsid w:val="0055062F"/>
    <w:rsid w:val="00550BD1"/>
    <w:rsid w:val="005511C6"/>
    <w:rsid w:val="005550D4"/>
    <w:rsid w:val="00556771"/>
    <w:rsid w:val="00561A0F"/>
    <w:rsid w:val="00561F03"/>
    <w:rsid w:val="00562E2E"/>
    <w:rsid w:val="00562F16"/>
    <w:rsid w:val="00563F02"/>
    <w:rsid w:val="0056467F"/>
    <w:rsid w:val="00566437"/>
    <w:rsid w:val="00570E0F"/>
    <w:rsid w:val="00572C92"/>
    <w:rsid w:val="0057666F"/>
    <w:rsid w:val="00582353"/>
    <w:rsid w:val="00584608"/>
    <w:rsid w:val="00591DCC"/>
    <w:rsid w:val="00593801"/>
    <w:rsid w:val="00595D9F"/>
    <w:rsid w:val="005A05B8"/>
    <w:rsid w:val="005A24E5"/>
    <w:rsid w:val="005A73A3"/>
    <w:rsid w:val="005E0883"/>
    <w:rsid w:val="005E192C"/>
    <w:rsid w:val="005E4244"/>
    <w:rsid w:val="005E4E67"/>
    <w:rsid w:val="005F57D5"/>
    <w:rsid w:val="005F7669"/>
    <w:rsid w:val="00603FFB"/>
    <w:rsid w:val="00606630"/>
    <w:rsid w:val="0060732A"/>
    <w:rsid w:val="00611608"/>
    <w:rsid w:val="00611F16"/>
    <w:rsid w:val="00612297"/>
    <w:rsid w:val="006130A9"/>
    <w:rsid w:val="00613AD9"/>
    <w:rsid w:val="006164C3"/>
    <w:rsid w:val="006222B8"/>
    <w:rsid w:val="006258DA"/>
    <w:rsid w:val="00626AF5"/>
    <w:rsid w:val="00630420"/>
    <w:rsid w:val="00631159"/>
    <w:rsid w:val="006333D4"/>
    <w:rsid w:val="006336D8"/>
    <w:rsid w:val="00636572"/>
    <w:rsid w:val="00642E49"/>
    <w:rsid w:val="00645DCF"/>
    <w:rsid w:val="0064725C"/>
    <w:rsid w:val="00647FC4"/>
    <w:rsid w:val="00657B0E"/>
    <w:rsid w:val="00660A05"/>
    <w:rsid w:val="0066110A"/>
    <w:rsid w:val="00663937"/>
    <w:rsid w:val="00664BDE"/>
    <w:rsid w:val="0066511C"/>
    <w:rsid w:val="0066521E"/>
    <w:rsid w:val="00665AF3"/>
    <w:rsid w:val="00666DE0"/>
    <w:rsid w:val="006674C9"/>
    <w:rsid w:val="006710C0"/>
    <w:rsid w:val="006731FB"/>
    <w:rsid w:val="00674D86"/>
    <w:rsid w:val="006803B0"/>
    <w:rsid w:val="00680D48"/>
    <w:rsid w:val="0068271C"/>
    <w:rsid w:val="00682BBE"/>
    <w:rsid w:val="00685C0B"/>
    <w:rsid w:val="006876D2"/>
    <w:rsid w:val="006879DE"/>
    <w:rsid w:val="006A7048"/>
    <w:rsid w:val="006A7AB6"/>
    <w:rsid w:val="006B4EC5"/>
    <w:rsid w:val="006B6064"/>
    <w:rsid w:val="006B6A82"/>
    <w:rsid w:val="006B7CD0"/>
    <w:rsid w:val="006C0B68"/>
    <w:rsid w:val="006C167B"/>
    <w:rsid w:val="006C1720"/>
    <w:rsid w:val="006C2249"/>
    <w:rsid w:val="006C4BD1"/>
    <w:rsid w:val="006C4D38"/>
    <w:rsid w:val="006C69D6"/>
    <w:rsid w:val="006C7751"/>
    <w:rsid w:val="006D0195"/>
    <w:rsid w:val="006D3975"/>
    <w:rsid w:val="006D490F"/>
    <w:rsid w:val="006D5CAA"/>
    <w:rsid w:val="006D7ED2"/>
    <w:rsid w:val="006E3CC9"/>
    <w:rsid w:val="006E45A0"/>
    <w:rsid w:val="006E76D5"/>
    <w:rsid w:val="006F28BE"/>
    <w:rsid w:val="006F46F7"/>
    <w:rsid w:val="006F47BC"/>
    <w:rsid w:val="006F5B87"/>
    <w:rsid w:val="006F5DBD"/>
    <w:rsid w:val="006F7841"/>
    <w:rsid w:val="0070499B"/>
    <w:rsid w:val="00704FEE"/>
    <w:rsid w:val="00705773"/>
    <w:rsid w:val="007075A3"/>
    <w:rsid w:val="00707E7A"/>
    <w:rsid w:val="007104A1"/>
    <w:rsid w:val="007146E4"/>
    <w:rsid w:val="00716C86"/>
    <w:rsid w:val="00720E3E"/>
    <w:rsid w:val="00726839"/>
    <w:rsid w:val="00727349"/>
    <w:rsid w:val="00727584"/>
    <w:rsid w:val="00727689"/>
    <w:rsid w:val="00727FF5"/>
    <w:rsid w:val="00731271"/>
    <w:rsid w:val="0073372A"/>
    <w:rsid w:val="00735796"/>
    <w:rsid w:val="00735A3A"/>
    <w:rsid w:val="0073642E"/>
    <w:rsid w:val="00737307"/>
    <w:rsid w:val="0074370A"/>
    <w:rsid w:val="007451F1"/>
    <w:rsid w:val="00747C49"/>
    <w:rsid w:val="007535ED"/>
    <w:rsid w:val="00753EFD"/>
    <w:rsid w:val="00755BE7"/>
    <w:rsid w:val="007564A7"/>
    <w:rsid w:val="00756B7F"/>
    <w:rsid w:val="007610B8"/>
    <w:rsid w:val="00761D7C"/>
    <w:rsid w:val="007643D0"/>
    <w:rsid w:val="00765A0F"/>
    <w:rsid w:val="00773EA3"/>
    <w:rsid w:val="007810E1"/>
    <w:rsid w:val="00786130"/>
    <w:rsid w:val="00787167"/>
    <w:rsid w:val="00794FD0"/>
    <w:rsid w:val="00795EAC"/>
    <w:rsid w:val="00797D19"/>
    <w:rsid w:val="00797D8F"/>
    <w:rsid w:val="007A199D"/>
    <w:rsid w:val="007A1DE0"/>
    <w:rsid w:val="007A427E"/>
    <w:rsid w:val="007B1095"/>
    <w:rsid w:val="007B2B25"/>
    <w:rsid w:val="007B3401"/>
    <w:rsid w:val="007B7668"/>
    <w:rsid w:val="007C0B9C"/>
    <w:rsid w:val="007C0C1F"/>
    <w:rsid w:val="007C177D"/>
    <w:rsid w:val="007C4CFB"/>
    <w:rsid w:val="007C604C"/>
    <w:rsid w:val="007D150A"/>
    <w:rsid w:val="007D452E"/>
    <w:rsid w:val="007D545A"/>
    <w:rsid w:val="007E0246"/>
    <w:rsid w:val="007E3262"/>
    <w:rsid w:val="007E5772"/>
    <w:rsid w:val="007F078B"/>
    <w:rsid w:val="007F2CE6"/>
    <w:rsid w:val="007F3944"/>
    <w:rsid w:val="007F44E8"/>
    <w:rsid w:val="007F49ED"/>
    <w:rsid w:val="008000D7"/>
    <w:rsid w:val="008007E2"/>
    <w:rsid w:val="00803DD9"/>
    <w:rsid w:val="00804615"/>
    <w:rsid w:val="00805107"/>
    <w:rsid w:val="00807879"/>
    <w:rsid w:val="00811FFB"/>
    <w:rsid w:val="00812231"/>
    <w:rsid w:val="00813406"/>
    <w:rsid w:val="0081395D"/>
    <w:rsid w:val="00814945"/>
    <w:rsid w:val="00815B0C"/>
    <w:rsid w:val="008254A7"/>
    <w:rsid w:val="008325E1"/>
    <w:rsid w:val="0083278C"/>
    <w:rsid w:val="00834585"/>
    <w:rsid w:val="00840195"/>
    <w:rsid w:val="00841D8B"/>
    <w:rsid w:val="00844C36"/>
    <w:rsid w:val="00845209"/>
    <w:rsid w:val="008454CD"/>
    <w:rsid w:val="00847DD0"/>
    <w:rsid w:val="00852520"/>
    <w:rsid w:val="00860DF0"/>
    <w:rsid w:val="008644CF"/>
    <w:rsid w:val="0086525C"/>
    <w:rsid w:val="00867DA5"/>
    <w:rsid w:val="00871F2A"/>
    <w:rsid w:val="008723AA"/>
    <w:rsid w:val="00872C61"/>
    <w:rsid w:val="0087685B"/>
    <w:rsid w:val="00883B73"/>
    <w:rsid w:val="00884824"/>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6B01"/>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B7A"/>
    <w:rsid w:val="00912FA0"/>
    <w:rsid w:val="00920AC1"/>
    <w:rsid w:val="009225BE"/>
    <w:rsid w:val="00922C31"/>
    <w:rsid w:val="009243DA"/>
    <w:rsid w:val="00924EBE"/>
    <w:rsid w:val="00930AE1"/>
    <w:rsid w:val="00935630"/>
    <w:rsid w:val="00940CE4"/>
    <w:rsid w:val="00942336"/>
    <w:rsid w:val="00944E6E"/>
    <w:rsid w:val="0094563E"/>
    <w:rsid w:val="00945E93"/>
    <w:rsid w:val="00946275"/>
    <w:rsid w:val="00947937"/>
    <w:rsid w:val="00950A62"/>
    <w:rsid w:val="009525B9"/>
    <w:rsid w:val="0095274F"/>
    <w:rsid w:val="00952A97"/>
    <w:rsid w:val="00955FB6"/>
    <w:rsid w:val="00957CDC"/>
    <w:rsid w:val="00961F91"/>
    <w:rsid w:val="00962678"/>
    <w:rsid w:val="00963B7A"/>
    <w:rsid w:val="00964EF6"/>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A7DA0"/>
    <w:rsid w:val="009B1669"/>
    <w:rsid w:val="009B262F"/>
    <w:rsid w:val="009C46E3"/>
    <w:rsid w:val="009C67E8"/>
    <w:rsid w:val="009C703D"/>
    <w:rsid w:val="009D02AE"/>
    <w:rsid w:val="009D16AB"/>
    <w:rsid w:val="009D343D"/>
    <w:rsid w:val="009D47F5"/>
    <w:rsid w:val="009D5EC5"/>
    <w:rsid w:val="009D60E3"/>
    <w:rsid w:val="009E2C79"/>
    <w:rsid w:val="009E4C39"/>
    <w:rsid w:val="009E5EC6"/>
    <w:rsid w:val="009F0911"/>
    <w:rsid w:val="009F176A"/>
    <w:rsid w:val="009F210B"/>
    <w:rsid w:val="009F3DB3"/>
    <w:rsid w:val="009F6C8A"/>
    <w:rsid w:val="00A02841"/>
    <w:rsid w:val="00A05BA8"/>
    <w:rsid w:val="00A06236"/>
    <w:rsid w:val="00A06E32"/>
    <w:rsid w:val="00A10B87"/>
    <w:rsid w:val="00A159E4"/>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6776"/>
    <w:rsid w:val="00A57DF2"/>
    <w:rsid w:val="00A61038"/>
    <w:rsid w:val="00A66EC9"/>
    <w:rsid w:val="00A7004A"/>
    <w:rsid w:val="00A72E9D"/>
    <w:rsid w:val="00A74649"/>
    <w:rsid w:val="00A769A3"/>
    <w:rsid w:val="00A76BD6"/>
    <w:rsid w:val="00A777AE"/>
    <w:rsid w:val="00A8212B"/>
    <w:rsid w:val="00A85F15"/>
    <w:rsid w:val="00A865DA"/>
    <w:rsid w:val="00A903B3"/>
    <w:rsid w:val="00A90492"/>
    <w:rsid w:val="00A92081"/>
    <w:rsid w:val="00A92C08"/>
    <w:rsid w:val="00A93F15"/>
    <w:rsid w:val="00A9541A"/>
    <w:rsid w:val="00A97D13"/>
    <w:rsid w:val="00AA0163"/>
    <w:rsid w:val="00AA0CBB"/>
    <w:rsid w:val="00AA29EB"/>
    <w:rsid w:val="00AA2FC5"/>
    <w:rsid w:val="00AA3C72"/>
    <w:rsid w:val="00AA7D22"/>
    <w:rsid w:val="00AB192C"/>
    <w:rsid w:val="00AC26BD"/>
    <w:rsid w:val="00AC2DD6"/>
    <w:rsid w:val="00AC4DB4"/>
    <w:rsid w:val="00AC63CB"/>
    <w:rsid w:val="00AC6EDD"/>
    <w:rsid w:val="00AE0764"/>
    <w:rsid w:val="00AE2FD8"/>
    <w:rsid w:val="00AE5542"/>
    <w:rsid w:val="00AE61E7"/>
    <w:rsid w:val="00AF2276"/>
    <w:rsid w:val="00AF53F3"/>
    <w:rsid w:val="00AF5E2E"/>
    <w:rsid w:val="00AF5F74"/>
    <w:rsid w:val="00B00E27"/>
    <w:rsid w:val="00B05B0F"/>
    <w:rsid w:val="00B0650C"/>
    <w:rsid w:val="00B0669E"/>
    <w:rsid w:val="00B06B9B"/>
    <w:rsid w:val="00B1084B"/>
    <w:rsid w:val="00B11A0D"/>
    <w:rsid w:val="00B154EE"/>
    <w:rsid w:val="00B2088B"/>
    <w:rsid w:val="00B239B4"/>
    <w:rsid w:val="00B25B6B"/>
    <w:rsid w:val="00B31395"/>
    <w:rsid w:val="00B40633"/>
    <w:rsid w:val="00B4132B"/>
    <w:rsid w:val="00B4150D"/>
    <w:rsid w:val="00B45F35"/>
    <w:rsid w:val="00B51865"/>
    <w:rsid w:val="00B53CB7"/>
    <w:rsid w:val="00B5424E"/>
    <w:rsid w:val="00B554C2"/>
    <w:rsid w:val="00B57319"/>
    <w:rsid w:val="00B6168F"/>
    <w:rsid w:val="00B638AB"/>
    <w:rsid w:val="00B66694"/>
    <w:rsid w:val="00B70023"/>
    <w:rsid w:val="00B71760"/>
    <w:rsid w:val="00B723AF"/>
    <w:rsid w:val="00B72909"/>
    <w:rsid w:val="00B826FD"/>
    <w:rsid w:val="00B82A12"/>
    <w:rsid w:val="00B82E75"/>
    <w:rsid w:val="00B85035"/>
    <w:rsid w:val="00B85180"/>
    <w:rsid w:val="00B85257"/>
    <w:rsid w:val="00B908A9"/>
    <w:rsid w:val="00B91ADB"/>
    <w:rsid w:val="00B963CC"/>
    <w:rsid w:val="00B96956"/>
    <w:rsid w:val="00BA0BDD"/>
    <w:rsid w:val="00BA41B8"/>
    <w:rsid w:val="00BA5F37"/>
    <w:rsid w:val="00BA7171"/>
    <w:rsid w:val="00BB36A5"/>
    <w:rsid w:val="00BB3983"/>
    <w:rsid w:val="00BC0347"/>
    <w:rsid w:val="00BC2AAD"/>
    <w:rsid w:val="00BC48A0"/>
    <w:rsid w:val="00BC7227"/>
    <w:rsid w:val="00BD0098"/>
    <w:rsid w:val="00BD197F"/>
    <w:rsid w:val="00BD28F6"/>
    <w:rsid w:val="00BD5077"/>
    <w:rsid w:val="00BD54A3"/>
    <w:rsid w:val="00BD58C8"/>
    <w:rsid w:val="00BD5E7F"/>
    <w:rsid w:val="00BE1A4D"/>
    <w:rsid w:val="00BE2DFC"/>
    <w:rsid w:val="00BE61F8"/>
    <w:rsid w:val="00BE654D"/>
    <w:rsid w:val="00BE7126"/>
    <w:rsid w:val="00BF1202"/>
    <w:rsid w:val="00BF133A"/>
    <w:rsid w:val="00BF29BC"/>
    <w:rsid w:val="00BF407C"/>
    <w:rsid w:val="00BF40B9"/>
    <w:rsid w:val="00BF5457"/>
    <w:rsid w:val="00BF5F7C"/>
    <w:rsid w:val="00BF68C8"/>
    <w:rsid w:val="00BF6A4B"/>
    <w:rsid w:val="00BF7A85"/>
    <w:rsid w:val="00C06298"/>
    <w:rsid w:val="00C1395B"/>
    <w:rsid w:val="00C14AEC"/>
    <w:rsid w:val="00C163EF"/>
    <w:rsid w:val="00C177E3"/>
    <w:rsid w:val="00C30DA7"/>
    <w:rsid w:val="00C31032"/>
    <w:rsid w:val="00C3201A"/>
    <w:rsid w:val="00C37C8B"/>
    <w:rsid w:val="00C41BBF"/>
    <w:rsid w:val="00C42B10"/>
    <w:rsid w:val="00C43B1E"/>
    <w:rsid w:val="00C46B12"/>
    <w:rsid w:val="00C46BBC"/>
    <w:rsid w:val="00C50193"/>
    <w:rsid w:val="00C5023F"/>
    <w:rsid w:val="00C5102E"/>
    <w:rsid w:val="00C52FBD"/>
    <w:rsid w:val="00C5571F"/>
    <w:rsid w:val="00C57E63"/>
    <w:rsid w:val="00C60B2E"/>
    <w:rsid w:val="00C62BC7"/>
    <w:rsid w:val="00C722FF"/>
    <w:rsid w:val="00C74515"/>
    <w:rsid w:val="00C751C3"/>
    <w:rsid w:val="00C7579D"/>
    <w:rsid w:val="00C76CE0"/>
    <w:rsid w:val="00C8371F"/>
    <w:rsid w:val="00C86682"/>
    <w:rsid w:val="00C869BE"/>
    <w:rsid w:val="00C87FB5"/>
    <w:rsid w:val="00C91E96"/>
    <w:rsid w:val="00C92420"/>
    <w:rsid w:val="00C95CB2"/>
    <w:rsid w:val="00CA3267"/>
    <w:rsid w:val="00CA4BE3"/>
    <w:rsid w:val="00CA5151"/>
    <w:rsid w:val="00CB12B9"/>
    <w:rsid w:val="00CC3CC1"/>
    <w:rsid w:val="00CC6626"/>
    <w:rsid w:val="00CD01B9"/>
    <w:rsid w:val="00CD0873"/>
    <w:rsid w:val="00CD0898"/>
    <w:rsid w:val="00CD11B4"/>
    <w:rsid w:val="00CD12D8"/>
    <w:rsid w:val="00CD1935"/>
    <w:rsid w:val="00CD3E6E"/>
    <w:rsid w:val="00CD48DA"/>
    <w:rsid w:val="00CD5407"/>
    <w:rsid w:val="00CE364A"/>
    <w:rsid w:val="00CE635F"/>
    <w:rsid w:val="00CE6898"/>
    <w:rsid w:val="00CE6E2F"/>
    <w:rsid w:val="00CE7205"/>
    <w:rsid w:val="00CE7A42"/>
    <w:rsid w:val="00CE7F25"/>
    <w:rsid w:val="00CF42C1"/>
    <w:rsid w:val="00CF56EE"/>
    <w:rsid w:val="00CF6C59"/>
    <w:rsid w:val="00CF6C7D"/>
    <w:rsid w:val="00CF7CF3"/>
    <w:rsid w:val="00D0300B"/>
    <w:rsid w:val="00D03C4B"/>
    <w:rsid w:val="00D07FE1"/>
    <w:rsid w:val="00D11803"/>
    <w:rsid w:val="00D11FA6"/>
    <w:rsid w:val="00D20698"/>
    <w:rsid w:val="00D22D05"/>
    <w:rsid w:val="00D232B8"/>
    <w:rsid w:val="00D247B5"/>
    <w:rsid w:val="00D3527A"/>
    <w:rsid w:val="00D36FAF"/>
    <w:rsid w:val="00D37757"/>
    <w:rsid w:val="00D378F3"/>
    <w:rsid w:val="00D44D3C"/>
    <w:rsid w:val="00D4639A"/>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803FD"/>
    <w:rsid w:val="00D807A1"/>
    <w:rsid w:val="00D84C8B"/>
    <w:rsid w:val="00D85443"/>
    <w:rsid w:val="00D908F8"/>
    <w:rsid w:val="00D90DE5"/>
    <w:rsid w:val="00D914AD"/>
    <w:rsid w:val="00D921F8"/>
    <w:rsid w:val="00DA1484"/>
    <w:rsid w:val="00DA14EE"/>
    <w:rsid w:val="00DA4177"/>
    <w:rsid w:val="00DA51CC"/>
    <w:rsid w:val="00DA633F"/>
    <w:rsid w:val="00DA685A"/>
    <w:rsid w:val="00DA71FA"/>
    <w:rsid w:val="00DA75A8"/>
    <w:rsid w:val="00DB5F65"/>
    <w:rsid w:val="00DB6EDE"/>
    <w:rsid w:val="00DB787A"/>
    <w:rsid w:val="00DC0057"/>
    <w:rsid w:val="00DC47AE"/>
    <w:rsid w:val="00DD1B39"/>
    <w:rsid w:val="00DD3DC4"/>
    <w:rsid w:val="00DD594C"/>
    <w:rsid w:val="00DD78C5"/>
    <w:rsid w:val="00DD78EF"/>
    <w:rsid w:val="00DE1BFD"/>
    <w:rsid w:val="00DE706F"/>
    <w:rsid w:val="00DF57FE"/>
    <w:rsid w:val="00E031BB"/>
    <w:rsid w:val="00E036F5"/>
    <w:rsid w:val="00E0794C"/>
    <w:rsid w:val="00E10FCA"/>
    <w:rsid w:val="00E14232"/>
    <w:rsid w:val="00E172A6"/>
    <w:rsid w:val="00E20CDE"/>
    <w:rsid w:val="00E21099"/>
    <w:rsid w:val="00E2127F"/>
    <w:rsid w:val="00E226F9"/>
    <w:rsid w:val="00E22944"/>
    <w:rsid w:val="00E27AA0"/>
    <w:rsid w:val="00E31834"/>
    <w:rsid w:val="00E31BC5"/>
    <w:rsid w:val="00E337F3"/>
    <w:rsid w:val="00E36BC7"/>
    <w:rsid w:val="00E412BB"/>
    <w:rsid w:val="00E42EC8"/>
    <w:rsid w:val="00E46C16"/>
    <w:rsid w:val="00E50701"/>
    <w:rsid w:val="00E529AF"/>
    <w:rsid w:val="00E53FAC"/>
    <w:rsid w:val="00E54F51"/>
    <w:rsid w:val="00E6099B"/>
    <w:rsid w:val="00E7790D"/>
    <w:rsid w:val="00E8142F"/>
    <w:rsid w:val="00E84463"/>
    <w:rsid w:val="00E86277"/>
    <w:rsid w:val="00E86402"/>
    <w:rsid w:val="00E86DFD"/>
    <w:rsid w:val="00E92332"/>
    <w:rsid w:val="00E931E8"/>
    <w:rsid w:val="00E934E7"/>
    <w:rsid w:val="00EA2B33"/>
    <w:rsid w:val="00EA4FCB"/>
    <w:rsid w:val="00EA68A5"/>
    <w:rsid w:val="00EA7B44"/>
    <w:rsid w:val="00EB5407"/>
    <w:rsid w:val="00EB7739"/>
    <w:rsid w:val="00EB7A3D"/>
    <w:rsid w:val="00EC54EE"/>
    <w:rsid w:val="00ED03B9"/>
    <w:rsid w:val="00ED0A98"/>
    <w:rsid w:val="00ED3F2C"/>
    <w:rsid w:val="00ED44FB"/>
    <w:rsid w:val="00ED7875"/>
    <w:rsid w:val="00EE109B"/>
    <w:rsid w:val="00EE214C"/>
    <w:rsid w:val="00EE3A60"/>
    <w:rsid w:val="00EF1103"/>
    <w:rsid w:val="00EF1D40"/>
    <w:rsid w:val="00EF4859"/>
    <w:rsid w:val="00EF5204"/>
    <w:rsid w:val="00EF6E8C"/>
    <w:rsid w:val="00F017FE"/>
    <w:rsid w:val="00F02043"/>
    <w:rsid w:val="00F02A20"/>
    <w:rsid w:val="00F04FB6"/>
    <w:rsid w:val="00F060DD"/>
    <w:rsid w:val="00F06CAF"/>
    <w:rsid w:val="00F11846"/>
    <w:rsid w:val="00F12BDD"/>
    <w:rsid w:val="00F232E9"/>
    <w:rsid w:val="00F24385"/>
    <w:rsid w:val="00F274E5"/>
    <w:rsid w:val="00F275BC"/>
    <w:rsid w:val="00F30CFF"/>
    <w:rsid w:val="00F32418"/>
    <w:rsid w:val="00F3265A"/>
    <w:rsid w:val="00F33597"/>
    <w:rsid w:val="00F33E9D"/>
    <w:rsid w:val="00F342E7"/>
    <w:rsid w:val="00F34D74"/>
    <w:rsid w:val="00F413B8"/>
    <w:rsid w:val="00F46D2D"/>
    <w:rsid w:val="00F4762D"/>
    <w:rsid w:val="00F50351"/>
    <w:rsid w:val="00F50374"/>
    <w:rsid w:val="00F512D4"/>
    <w:rsid w:val="00F56408"/>
    <w:rsid w:val="00F57E0B"/>
    <w:rsid w:val="00F60609"/>
    <w:rsid w:val="00F60636"/>
    <w:rsid w:val="00F607DA"/>
    <w:rsid w:val="00F627D8"/>
    <w:rsid w:val="00F63CC8"/>
    <w:rsid w:val="00F644E6"/>
    <w:rsid w:val="00F65412"/>
    <w:rsid w:val="00F664AD"/>
    <w:rsid w:val="00F67F8C"/>
    <w:rsid w:val="00F71CCE"/>
    <w:rsid w:val="00F723B3"/>
    <w:rsid w:val="00F74140"/>
    <w:rsid w:val="00F7468A"/>
    <w:rsid w:val="00F773FA"/>
    <w:rsid w:val="00F807B9"/>
    <w:rsid w:val="00F853F2"/>
    <w:rsid w:val="00F9006C"/>
    <w:rsid w:val="00F90EDE"/>
    <w:rsid w:val="00F91035"/>
    <w:rsid w:val="00F92B0A"/>
    <w:rsid w:val="00F93A07"/>
    <w:rsid w:val="00F94D32"/>
    <w:rsid w:val="00F960F2"/>
    <w:rsid w:val="00F963BD"/>
    <w:rsid w:val="00F96602"/>
    <w:rsid w:val="00FA287C"/>
    <w:rsid w:val="00FA2AFB"/>
    <w:rsid w:val="00FA421B"/>
    <w:rsid w:val="00FA777E"/>
    <w:rsid w:val="00FB12B6"/>
    <w:rsid w:val="00FB2CA1"/>
    <w:rsid w:val="00FB32B8"/>
    <w:rsid w:val="00FB4B14"/>
    <w:rsid w:val="00FB511D"/>
    <w:rsid w:val="00FB604C"/>
    <w:rsid w:val="00FB60EB"/>
    <w:rsid w:val="00FB6D32"/>
    <w:rsid w:val="00FC1424"/>
    <w:rsid w:val="00FC22B1"/>
    <w:rsid w:val="00FC5031"/>
    <w:rsid w:val="00FC5D46"/>
    <w:rsid w:val="00FD277A"/>
    <w:rsid w:val="00FD383B"/>
    <w:rsid w:val="00FD4634"/>
    <w:rsid w:val="00FD4BF2"/>
    <w:rsid w:val="00FD5881"/>
    <w:rsid w:val="00FD6245"/>
    <w:rsid w:val="00FE2065"/>
    <w:rsid w:val="00FE2E86"/>
    <w:rsid w:val="00FE308B"/>
    <w:rsid w:val="00FE5455"/>
    <w:rsid w:val="00FE7045"/>
    <w:rsid w:val="00FE764F"/>
    <w:rsid w:val="00FF02F0"/>
    <w:rsid w:val="00FF233E"/>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ain-meelis.hannus@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
      <w:docPartPr>
        <w:name w:val="D51591ACB99F4C8184B7F3377FD2ED30"/>
        <w:category>
          <w:name w:val="Üldine"/>
          <w:gallery w:val="placeholder"/>
        </w:category>
        <w:types>
          <w:type w:val="bbPlcHdr"/>
        </w:types>
        <w:behaviors>
          <w:behavior w:val="content"/>
        </w:behaviors>
        <w:guid w:val="{4EDB1187-E621-4F28-A4FA-AA3FE899734A}"/>
      </w:docPartPr>
      <w:docPartBody>
        <w:p w:rsidR="001B3D71" w:rsidRDefault="00A81363" w:rsidP="00A81363">
          <w:pPr>
            <w:pStyle w:val="D51591ACB99F4C8184B7F3377FD2ED30"/>
          </w:pPr>
          <w:r w:rsidRPr="003F6A59">
            <w:rPr>
              <w:rStyle w:val="Kohatitetekst"/>
            </w:rPr>
            <w:t>[Company]</w:t>
          </w:r>
        </w:p>
      </w:docPartBody>
    </w:docPart>
    <w:docPart>
      <w:docPartPr>
        <w:name w:val="7F05662DB5404E3C9EA010709AA0576E"/>
        <w:category>
          <w:name w:val="Üldine"/>
          <w:gallery w:val="placeholder"/>
        </w:category>
        <w:types>
          <w:type w:val="bbPlcHdr"/>
        </w:types>
        <w:behaviors>
          <w:behavior w:val="content"/>
        </w:behaviors>
        <w:guid w:val="{BEAA8437-B70F-44ED-A2C6-9108B7BE8F05}"/>
      </w:docPartPr>
      <w:docPartBody>
        <w:p w:rsidR="001B3D71" w:rsidRDefault="00A81363" w:rsidP="00A81363">
          <w:pPr>
            <w:pStyle w:val="7F05662DB5404E3C9EA010709AA0576E"/>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35756"/>
    <w:rsid w:val="00051446"/>
    <w:rsid w:val="000678A1"/>
    <w:rsid w:val="00072B28"/>
    <w:rsid w:val="00081706"/>
    <w:rsid w:val="00096E9A"/>
    <w:rsid w:val="00137498"/>
    <w:rsid w:val="0016358B"/>
    <w:rsid w:val="00170480"/>
    <w:rsid w:val="0018551C"/>
    <w:rsid w:val="00190188"/>
    <w:rsid w:val="00193892"/>
    <w:rsid w:val="001A6C40"/>
    <w:rsid w:val="001B3D71"/>
    <w:rsid w:val="002042F1"/>
    <w:rsid w:val="00244970"/>
    <w:rsid w:val="00252447"/>
    <w:rsid w:val="00254FCF"/>
    <w:rsid w:val="002B48A7"/>
    <w:rsid w:val="002D10E3"/>
    <w:rsid w:val="002E144C"/>
    <w:rsid w:val="002F2D3C"/>
    <w:rsid w:val="002F41D3"/>
    <w:rsid w:val="002F4347"/>
    <w:rsid w:val="00351194"/>
    <w:rsid w:val="00351FD1"/>
    <w:rsid w:val="00362239"/>
    <w:rsid w:val="0038008E"/>
    <w:rsid w:val="003A5132"/>
    <w:rsid w:val="003C6885"/>
    <w:rsid w:val="00417159"/>
    <w:rsid w:val="00433F39"/>
    <w:rsid w:val="00447E90"/>
    <w:rsid w:val="00456B7E"/>
    <w:rsid w:val="004617F3"/>
    <w:rsid w:val="00486B87"/>
    <w:rsid w:val="00491275"/>
    <w:rsid w:val="00497424"/>
    <w:rsid w:val="004A7261"/>
    <w:rsid w:val="004B2DE6"/>
    <w:rsid w:val="004D122A"/>
    <w:rsid w:val="004F6639"/>
    <w:rsid w:val="00517522"/>
    <w:rsid w:val="00523061"/>
    <w:rsid w:val="0053141C"/>
    <w:rsid w:val="0054460F"/>
    <w:rsid w:val="00551D60"/>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E2496"/>
    <w:rsid w:val="006F484C"/>
    <w:rsid w:val="00755BE7"/>
    <w:rsid w:val="007618A0"/>
    <w:rsid w:val="00774524"/>
    <w:rsid w:val="00782078"/>
    <w:rsid w:val="0078799E"/>
    <w:rsid w:val="007B52D5"/>
    <w:rsid w:val="007D526B"/>
    <w:rsid w:val="00801A2E"/>
    <w:rsid w:val="00803940"/>
    <w:rsid w:val="00826665"/>
    <w:rsid w:val="00857788"/>
    <w:rsid w:val="00870CEF"/>
    <w:rsid w:val="00892678"/>
    <w:rsid w:val="008F67E6"/>
    <w:rsid w:val="009045EF"/>
    <w:rsid w:val="00914169"/>
    <w:rsid w:val="009200D6"/>
    <w:rsid w:val="009267EA"/>
    <w:rsid w:val="00942336"/>
    <w:rsid w:val="0094449D"/>
    <w:rsid w:val="00951C2D"/>
    <w:rsid w:val="009525B9"/>
    <w:rsid w:val="00952AC1"/>
    <w:rsid w:val="00963822"/>
    <w:rsid w:val="00976593"/>
    <w:rsid w:val="009773B6"/>
    <w:rsid w:val="00977E60"/>
    <w:rsid w:val="009848A8"/>
    <w:rsid w:val="009932A9"/>
    <w:rsid w:val="009A5C01"/>
    <w:rsid w:val="009B5E11"/>
    <w:rsid w:val="009B66C1"/>
    <w:rsid w:val="009D5A99"/>
    <w:rsid w:val="009E2EBC"/>
    <w:rsid w:val="009E7481"/>
    <w:rsid w:val="009F2739"/>
    <w:rsid w:val="00A1078C"/>
    <w:rsid w:val="00A159E4"/>
    <w:rsid w:val="00A20522"/>
    <w:rsid w:val="00A34B35"/>
    <w:rsid w:val="00A7539A"/>
    <w:rsid w:val="00A81363"/>
    <w:rsid w:val="00A83D90"/>
    <w:rsid w:val="00AB6A2C"/>
    <w:rsid w:val="00AB745C"/>
    <w:rsid w:val="00AB7783"/>
    <w:rsid w:val="00AC021F"/>
    <w:rsid w:val="00AE27C3"/>
    <w:rsid w:val="00B06A5C"/>
    <w:rsid w:val="00B25BB4"/>
    <w:rsid w:val="00B30BA5"/>
    <w:rsid w:val="00B32772"/>
    <w:rsid w:val="00B370B9"/>
    <w:rsid w:val="00B55279"/>
    <w:rsid w:val="00B612B5"/>
    <w:rsid w:val="00B65031"/>
    <w:rsid w:val="00B82D72"/>
    <w:rsid w:val="00BA0BDD"/>
    <w:rsid w:val="00BA48F4"/>
    <w:rsid w:val="00BA7C7D"/>
    <w:rsid w:val="00BD445D"/>
    <w:rsid w:val="00C11BB1"/>
    <w:rsid w:val="00C15E92"/>
    <w:rsid w:val="00C33B34"/>
    <w:rsid w:val="00C42131"/>
    <w:rsid w:val="00C9632D"/>
    <w:rsid w:val="00C967F0"/>
    <w:rsid w:val="00CA3281"/>
    <w:rsid w:val="00CA4BE3"/>
    <w:rsid w:val="00CD1D06"/>
    <w:rsid w:val="00CE7205"/>
    <w:rsid w:val="00D23F46"/>
    <w:rsid w:val="00D51F72"/>
    <w:rsid w:val="00D52DC6"/>
    <w:rsid w:val="00D56455"/>
    <w:rsid w:val="00D75D47"/>
    <w:rsid w:val="00D76BBE"/>
    <w:rsid w:val="00DA13A4"/>
    <w:rsid w:val="00DB0041"/>
    <w:rsid w:val="00DB3619"/>
    <w:rsid w:val="00DD1050"/>
    <w:rsid w:val="00DE7E8F"/>
    <w:rsid w:val="00E0794C"/>
    <w:rsid w:val="00E337F3"/>
    <w:rsid w:val="00E47491"/>
    <w:rsid w:val="00E609E0"/>
    <w:rsid w:val="00E75BCC"/>
    <w:rsid w:val="00E75C7C"/>
    <w:rsid w:val="00EB7739"/>
    <w:rsid w:val="00EC7277"/>
    <w:rsid w:val="00ED0DFC"/>
    <w:rsid w:val="00ED5600"/>
    <w:rsid w:val="00F30BB5"/>
    <w:rsid w:val="00F854CD"/>
    <w:rsid w:val="00FC68DA"/>
    <w:rsid w:val="00FD1A5B"/>
    <w:rsid w:val="00FF233E"/>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 w:type="paragraph" w:customStyle="1" w:styleId="D51591ACB99F4C8184B7F3377FD2ED30">
    <w:name w:val="D51591ACB99F4C8184B7F3377FD2ED30"/>
    <w:rsid w:val="00A81363"/>
    <w:pPr>
      <w:spacing w:line="278" w:lineRule="auto"/>
    </w:pPr>
    <w:rPr>
      <w:kern w:val="2"/>
      <w:sz w:val="24"/>
      <w:szCs w:val="24"/>
      <w14:ligatures w14:val="standardContextual"/>
    </w:rPr>
  </w:style>
  <w:style w:type="paragraph" w:customStyle="1" w:styleId="7F05662DB5404E3C9EA010709AA0576E">
    <w:name w:val="7F05662DB5404E3C9EA010709AA0576E"/>
    <w:rsid w:val="00A8136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217</TotalTime>
  <Pages>14</Pages>
  <Words>5195</Words>
  <Characters>30137</Characters>
  <Application>Microsoft Office Word</Application>
  <DocSecurity>0</DocSecurity>
  <Lines>251</Lines>
  <Paragraphs>70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35262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Helbe Peiker</cp:lastModifiedBy>
  <cp:revision>195</cp:revision>
  <dcterms:created xsi:type="dcterms:W3CDTF">2024-03-28T11:09:00Z</dcterms:created>
  <dcterms:modified xsi:type="dcterms:W3CDTF">2025-04-07T08:18:00Z</dcterms:modified>
</cp:coreProperties>
</file>